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50F0" w:rsidRDefault="00482768" w:rsidP="00E350F0">
      <w:pPr>
        <w:jc w:val="center"/>
        <w:rPr>
          <w:rFonts w:ascii="Arial Black" w:hAnsi="Arial Black" w:cs="Arial"/>
          <w:b/>
          <w:spacing w:val="4"/>
          <w:sz w:val="40"/>
          <w:szCs w:val="40"/>
        </w:rPr>
      </w:pPr>
      <w:r w:rsidRPr="00E350F0">
        <w:rPr>
          <w:rFonts w:ascii="Arial Black" w:hAnsi="Arial Black" w:cs="Arial"/>
          <w:b/>
          <w:spacing w:val="4"/>
          <w:sz w:val="40"/>
          <w:szCs w:val="40"/>
        </w:rPr>
        <w:t>I 10 ELEMENTI IMPRESCINDIBILI</w:t>
      </w:r>
    </w:p>
    <w:p w:rsidR="00E350F0" w:rsidRDefault="00E350F0" w:rsidP="00E350F0">
      <w:pPr>
        <w:jc w:val="center"/>
        <w:rPr>
          <w:rFonts w:ascii="Arial Black" w:hAnsi="Arial Black" w:cs="Arial"/>
          <w:b/>
          <w:spacing w:val="4"/>
          <w:sz w:val="40"/>
          <w:szCs w:val="40"/>
        </w:rPr>
      </w:pPr>
      <w:r>
        <w:rPr>
          <w:rFonts w:ascii="Arial Black" w:hAnsi="Arial Black" w:cs="Arial"/>
          <w:b/>
          <w:spacing w:val="4"/>
          <w:sz w:val="40"/>
          <w:szCs w:val="40"/>
        </w:rPr>
        <w:t>-elementi matrimoniali indispensabili-</w:t>
      </w:r>
    </w:p>
    <w:p w:rsidR="00482768" w:rsidRPr="00E350F0" w:rsidRDefault="00482768" w:rsidP="00E350F0">
      <w:pPr>
        <w:jc w:val="center"/>
        <w:rPr>
          <w:rFonts w:ascii="Arial Black" w:hAnsi="Arial Black" w:cs="Arial"/>
          <w:b/>
          <w:spacing w:val="4"/>
          <w:sz w:val="40"/>
          <w:szCs w:val="40"/>
        </w:rPr>
      </w:pPr>
      <w:bookmarkStart w:id="0" w:name="_GoBack"/>
      <w:bookmarkEnd w:id="0"/>
      <w:r w:rsidRPr="00E350F0">
        <w:rPr>
          <w:rFonts w:ascii="Arial Black" w:hAnsi="Arial Black" w:cs="Arial"/>
          <w:b/>
          <w:spacing w:val="4"/>
          <w:sz w:val="40"/>
          <w:szCs w:val="40"/>
        </w:rPr>
        <w:t xml:space="preserve"> </w:t>
      </w:r>
    </w:p>
    <w:p w:rsidR="00D122FF" w:rsidRPr="00E350F0" w:rsidRDefault="008A0481" w:rsidP="00E350F0">
      <w:pPr>
        <w:jc w:val="center"/>
        <w:rPr>
          <w:rFonts w:ascii="Arial" w:hAnsi="Arial" w:cs="Arial"/>
          <w:b/>
          <w:spacing w:val="4"/>
          <w:sz w:val="28"/>
          <w:szCs w:val="28"/>
        </w:rPr>
      </w:pPr>
      <w:r w:rsidRPr="00E350F0">
        <w:rPr>
          <w:rFonts w:ascii="Arial" w:hAnsi="Arial" w:cs="Arial"/>
          <w:b/>
          <w:spacing w:val="4"/>
          <w:sz w:val="28"/>
          <w:szCs w:val="28"/>
        </w:rPr>
        <w:t>“Due camminano forse insieme, se prima non si sono accordati”?</w:t>
      </w:r>
      <w:r w:rsidR="00D122FF" w:rsidRPr="00E350F0">
        <w:rPr>
          <w:rFonts w:ascii="Arial" w:hAnsi="Arial" w:cs="Arial"/>
          <w:b/>
          <w:spacing w:val="4"/>
          <w:sz w:val="28"/>
          <w:szCs w:val="28"/>
        </w:rPr>
        <w:t xml:space="preserve"> </w:t>
      </w:r>
      <w:proofErr w:type="spellStart"/>
      <w:r w:rsidRPr="00E350F0">
        <w:rPr>
          <w:rFonts w:ascii="Arial" w:hAnsi="Arial" w:cs="Arial"/>
          <w:b/>
          <w:spacing w:val="4"/>
          <w:sz w:val="28"/>
          <w:szCs w:val="28"/>
        </w:rPr>
        <w:t>Am</w:t>
      </w:r>
      <w:proofErr w:type="spellEnd"/>
      <w:r w:rsidRPr="00E350F0">
        <w:rPr>
          <w:rFonts w:ascii="Arial" w:hAnsi="Arial" w:cs="Arial"/>
          <w:b/>
          <w:spacing w:val="4"/>
          <w:sz w:val="28"/>
          <w:szCs w:val="28"/>
        </w:rPr>
        <w:t xml:space="preserve"> 3.3</w:t>
      </w:r>
    </w:p>
    <w:p w:rsidR="008A0481" w:rsidRPr="00E350F0" w:rsidRDefault="006F3D90" w:rsidP="00E350F0">
      <w:pPr>
        <w:spacing w:before="120"/>
        <w:jc w:val="both"/>
        <w:rPr>
          <w:rFonts w:ascii="Arial" w:hAnsi="Arial" w:cs="Arial"/>
          <w:spacing w:val="4"/>
          <w:sz w:val="28"/>
          <w:szCs w:val="28"/>
        </w:rPr>
      </w:pPr>
      <w:r w:rsidRPr="00E350F0">
        <w:rPr>
          <w:rFonts w:ascii="Arial" w:hAnsi="Arial" w:cs="Arial"/>
          <w:noProof/>
          <w:spacing w:val="4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5353126</wp:posOffset>
                </wp:positionH>
                <wp:positionV relativeFrom="paragraph">
                  <wp:posOffset>27661</wp:posOffset>
                </wp:positionV>
                <wp:extent cx="1294765" cy="826617"/>
                <wp:effectExtent l="0" t="0" r="635" b="0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4765" cy="82661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6F3D90" w:rsidRDefault="006F3D90" w:rsidP="006F3D90">
                            <w:pPr>
                              <w:ind w:right="-388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5E77A7D" wp14:editId="1E6349E4">
                                  <wp:extent cx="1111885" cy="753466"/>
                                  <wp:effectExtent l="0" t="0" r="0" b="8890"/>
                                  <wp:docPr id="3" name="Immagine 3" descr="Risultati immagini per cuori sovrapposti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Risultati immagini per cuori sovrapposti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21238" cy="82756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421.5pt;margin-top:2.2pt;width:101.95pt;height:65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" fillcolor="white [3201]" stroked="f" strokeweight=".5pt">
                <v:textbox>
                  <w:txbxContent>
                    <w:p w:rsidR="006F3D90" w:rsidRDefault="006F3D90" w:rsidP="006F3D90">
                      <w:pPr>
                        <w:ind w:right="-388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5E77A7D" wp14:editId="1E6349E4">
                            <wp:extent cx="1111885" cy="753466"/>
                            <wp:effectExtent l="0" t="0" r="0" b="8890"/>
                            <wp:docPr id="3" name="Immagine 3" descr="Risultati immagini per cuori sovrapposti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Risultati immagini per cuori sovrapposti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21238" cy="82756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E350F0">
        <w:rPr>
          <w:noProof/>
          <w:spacing w:val="4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57EE44" wp14:editId="335C8BDB">
                <wp:simplePos x="0" y="0"/>
                <wp:positionH relativeFrom="column">
                  <wp:posOffset>5505450</wp:posOffset>
                </wp:positionH>
                <wp:positionV relativeFrom="paragraph">
                  <wp:posOffset>179705</wp:posOffset>
                </wp:positionV>
                <wp:extent cx="1294765" cy="928370"/>
                <wp:effectExtent l="0" t="0" r="0" b="0"/>
                <wp:wrapNone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F3D90" w:rsidRPr="006F3D90" w:rsidRDefault="006F3D90" w:rsidP="006F3D90">
                            <w:pPr>
                              <w:spacing w:line="300" w:lineRule="exact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color w:val="000000" w:themeColor="text1"/>
                                <w:spacing w:val="6"/>
                                <w:sz w:val="16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F3D90">
                              <w:rPr>
                                <w:rFonts w:ascii="Arial" w:hAnsi="Arial" w:cs="Arial"/>
                                <w:b/>
                                <w:noProof/>
                                <w:color w:val="000000" w:themeColor="text1"/>
                                <w:spacing w:val="6"/>
                                <w:sz w:val="16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carne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57EE44" id="Casella di testo 5" o:spid="_x0000_s1027" type="#_x0000_t202" style="position:absolute;left:0;text-align:left;margin-left:433.5pt;margin-top:14.15pt;width:101.95pt;height:73.1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" filled="f" stroked="f">
                <v:fill o:detectmouseclick="t"/>
                <v:textbox style="mso-fit-shape-to-text:t">
                  <w:txbxContent>
                    <w:p w:rsidR="006F3D90" w:rsidRPr="006F3D90" w:rsidRDefault="006F3D90" w:rsidP="006F3D90">
                      <w:pPr>
                        <w:spacing w:line="300" w:lineRule="exact"/>
                        <w:jc w:val="center"/>
                        <w:rPr>
                          <w:rFonts w:ascii="Arial" w:hAnsi="Arial" w:cs="Arial"/>
                          <w:b/>
                          <w:noProof/>
                          <w:color w:val="000000" w:themeColor="text1"/>
                          <w:spacing w:val="6"/>
                          <w:sz w:val="16"/>
                          <w:szCs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F3D90">
                        <w:rPr>
                          <w:rFonts w:ascii="Arial" w:hAnsi="Arial" w:cs="Arial"/>
                          <w:b/>
                          <w:noProof/>
                          <w:color w:val="000000" w:themeColor="text1"/>
                          <w:spacing w:val="6"/>
                          <w:sz w:val="16"/>
                          <w:szCs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carne</w:t>
                      </w:r>
                    </w:p>
                  </w:txbxContent>
                </v:textbox>
              </v:shape>
            </w:pict>
          </mc:Fallback>
        </mc:AlternateContent>
      </w:r>
      <w:r w:rsidRPr="00E350F0">
        <w:rPr>
          <w:rFonts w:ascii="Arial" w:hAnsi="Arial" w:cs="Arial"/>
          <w:noProof/>
          <w:spacing w:val="4"/>
          <w:sz w:val="28"/>
          <w:szCs w:val="28"/>
        </w:rPr>
        <w:t xml:space="preserve"> </w:t>
      </w:r>
      <w:r w:rsidR="008A0481" w:rsidRPr="00E350F0">
        <w:rPr>
          <w:rFonts w:ascii="Arial" w:hAnsi="Arial" w:cs="Arial"/>
          <w:spacing w:val="4"/>
          <w:sz w:val="28"/>
          <w:szCs w:val="28"/>
        </w:rPr>
        <w:t>Un buon matrimonio si basa su due concetti: trovare e diventare</w:t>
      </w:r>
      <w:r w:rsidR="00482768" w:rsidRPr="00E350F0">
        <w:rPr>
          <w:rFonts w:ascii="Arial" w:hAnsi="Arial" w:cs="Arial"/>
          <w:spacing w:val="4"/>
          <w:sz w:val="28"/>
          <w:szCs w:val="28"/>
        </w:rPr>
        <w:t>:</w:t>
      </w:r>
    </w:p>
    <w:p w:rsidR="00482768" w:rsidRPr="00E350F0" w:rsidRDefault="0015652C" w:rsidP="00E350F0">
      <w:pPr>
        <w:pStyle w:val="Paragrafoelenco"/>
        <w:numPr>
          <w:ilvl w:val="0"/>
          <w:numId w:val="22"/>
        </w:numPr>
        <w:jc w:val="both"/>
        <w:rPr>
          <w:rFonts w:ascii="Arial" w:hAnsi="Arial" w:cs="Arial"/>
          <w:spacing w:val="4"/>
          <w:sz w:val="28"/>
          <w:szCs w:val="28"/>
        </w:rPr>
      </w:pPr>
      <w:r w:rsidRPr="00E350F0">
        <w:rPr>
          <w:noProof/>
          <w:spacing w:val="4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B1CCE61" wp14:editId="6B2603CD">
                <wp:simplePos x="0" y="0"/>
                <wp:positionH relativeFrom="column">
                  <wp:posOffset>5988355</wp:posOffset>
                </wp:positionH>
                <wp:positionV relativeFrom="paragraph">
                  <wp:posOffset>150749</wp:posOffset>
                </wp:positionV>
                <wp:extent cx="1294765" cy="928370"/>
                <wp:effectExtent l="0" t="0" r="0" b="0"/>
                <wp:wrapNone/>
                <wp:docPr id="6" name="Casella di tes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4765" cy="928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F3D90" w:rsidRPr="006F3D90" w:rsidRDefault="006F3D90" w:rsidP="006F3D90">
                            <w:pPr>
                              <w:spacing w:line="300" w:lineRule="exact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color w:val="000000" w:themeColor="text1"/>
                                <w:spacing w:val="6"/>
                                <w:sz w:val="16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F3D90">
                              <w:rPr>
                                <w:rFonts w:ascii="Arial" w:hAnsi="Arial" w:cs="Arial"/>
                                <w:b/>
                                <w:noProof/>
                                <w:color w:val="000000" w:themeColor="text1"/>
                                <w:spacing w:val="6"/>
                                <w:sz w:val="16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spirito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1CCE61" id="Casella di testo 6" o:spid="_x0000_s1028" type="#_x0000_t202" style="position:absolute;left:0;text-align:left;margin-left:471.5pt;margin-top:11.85pt;width:101.95pt;height:73.1pt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" filled="f" stroked="f">
                <v:fill o:detectmouseclick="t"/>
                <v:textbox style="mso-fit-shape-to-text:t">
                  <w:txbxContent>
                    <w:p w:rsidR="006F3D90" w:rsidRPr="006F3D90" w:rsidRDefault="006F3D90" w:rsidP="006F3D90">
                      <w:pPr>
                        <w:spacing w:line="300" w:lineRule="exact"/>
                        <w:jc w:val="center"/>
                        <w:rPr>
                          <w:rFonts w:ascii="Arial" w:hAnsi="Arial" w:cs="Arial"/>
                          <w:b/>
                          <w:noProof/>
                          <w:color w:val="000000" w:themeColor="text1"/>
                          <w:spacing w:val="6"/>
                          <w:sz w:val="16"/>
                          <w:szCs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F3D90">
                        <w:rPr>
                          <w:rFonts w:ascii="Arial" w:hAnsi="Arial" w:cs="Arial"/>
                          <w:b/>
                          <w:noProof/>
                          <w:color w:val="000000" w:themeColor="text1"/>
                          <w:spacing w:val="6"/>
                          <w:sz w:val="16"/>
                          <w:szCs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spirito</w:t>
                      </w:r>
                    </w:p>
                  </w:txbxContent>
                </v:textbox>
              </v:shape>
            </w:pict>
          </mc:Fallback>
        </mc:AlternateContent>
      </w:r>
      <w:r w:rsidRPr="00E350F0">
        <w:rPr>
          <w:noProof/>
          <w:spacing w:val="4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4840783</wp:posOffset>
                </wp:positionH>
                <wp:positionV relativeFrom="paragraph">
                  <wp:posOffset>187375</wp:posOffset>
                </wp:positionV>
                <wp:extent cx="680314" cy="307162"/>
                <wp:effectExtent l="0" t="0" r="5715" b="0"/>
                <wp:wrapNone/>
                <wp:docPr id="7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0314" cy="3071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5652C" w:rsidRPr="0015652C" w:rsidRDefault="0015652C">
                            <w:pPr>
                              <w:rPr>
                                <w:rFonts w:ascii="Cooper Black" w:hAnsi="Cooper Black"/>
                                <w:b/>
                              </w:rPr>
                            </w:pPr>
                            <w:r w:rsidRPr="0015652C">
                              <w:rPr>
                                <w:rFonts w:ascii="Cooper Black" w:hAnsi="Cooper Black"/>
                                <w:b/>
                              </w:rPr>
                              <w:t>1+1=1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7" o:spid="_x0000_s1029" type="#_x0000_t202" style="position:absolute;left:0;text-align:left;margin-left:381.15pt;margin-top:14.75pt;width:53.55pt;height:24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" fillcolor="white [3201]" stroked="f" strokeweight=".5pt">
                <v:textbox>
                  <w:txbxContent>
                    <w:p w:rsidR="0015652C" w:rsidRPr="0015652C" w:rsidRDefault="0015652C">
                      <w:pPr>
                        <w:rPr>
                          <w:rFonts w:ascii="Cooper Black" w:hAnsi="Cooper Black"/>
                          <w:b/>
                        </w:rPr>
                      </w:pPr>
                      <w:r w:rsidRPr="0015652C">
                        <w:rPr>
                          <w:rFonts w:ascii="Cooper Black" w:hAnsi="Cooper Black"/>
                          <w:b/>
                        </w:rPr>
                        <w:t>1+1=1</w:t>
                      </w:r>
                    </w:p>
                  </w:txbxContent>
                </v:textbox>
              </v:shape>
            </w:pict>
          </mc:Fallback>
        </mc:AlternateContent>
      </w:r>
      <w:r w:rsidR="00482768" w:rsidRPr="00E350F0">
        <w:rPr>
          <w:rFonts w:ascii="Arial" w:hAnsi="Arial" w:cs="Arial"/>
          <w:spacing w:val="4"/>
          <w:sz w:val="28"/>
          <w:szCs w:val="28"/>
        </w:rPr>
        <w:t>trovare il partner</w:t>
      </w:r>
      <w:r w:rsidRPr="00E350F0">
        <w:rPr>
          <w:rFonts w:ascii="Arial" w:hAnsi="Arial" w:cs="Arial"/>
          <w:spacing w:val="4"/>
          <w:sz w:val="28"/>
          <w:szCs w:val="28"/>
        </w:rPr>
        <w:t xml:space="preserve"> giusto</w:t>
      </w:r>
    </w:p>
    <w:p w:rsidR="00482768" w:rsidRPr="00E350F0" w:rsidRDefault="00482768" w:rsidP="00E350F0">
      <w:pPr>
        <w:pStyle w:val="Paragrafoelenco"/>
        <w:numPr>
          <w:ilvl w:val="0"/>
          <w:numId w:val="22"/>
        </w:numPr>
        <w:jc w:val="both"/>
        <w:rPr>
          <w:rFonts w:ascii="Arial" w:hAnsi="Arial" w:cs="Arial"/>
          <w:spacing w:val="4"/>
          <w:sz w:val="28"/>
          <w:szCs w:val="28"/>
        </w:rPr>
      </w:pPr>
      <w:r w:rsidRPr="00E350F0">
        <w:rPr>
          <w:rFonts w:ascii="Arial" w:hAnsi="Arial" w:cs="Arial"/>
          <w:spacing w:val="4"/>
          <w:sz w:val="28"/>
          <w:szCs w:val="28"/>
        </w:rPr>
        <w:t>diventare “uno”</w:t>
      </w:r>
    </w:p>
    <w:p w:rsidR="008A0481" w:rsidRPr="00E350F0" w:rsidRDefault="008A0481" w:rsidP="00E350F0">
      <w:pPr>
        <w:jc w:val="both"/>
        <w:rPr>
          <w:rFonts w:ascii="Arial" w:hAnsi="Arial" w:cs="Arial"/>
          <w:spacing w:val="4"/>
          <w:sz w:val="28"/>
          <w:szCs w:val="28"/>
        </w:rPr>
      </w:pPr>
      <w:r w:rsidRPr="00E350F0">
        <w:rPr>
          <w:rFonts w:ascii="Arial" w:hAnsi="Arial" w:cs="Arial"/>
          <w:spacing w:val="4"/>
          <w:sz w:val="28"/>
          <w:szCs w:val="28"/>
        </w:rPr>
        <w:t>Trovare la persona giusta e diventare una stessa carne.</w:t>
      </w:r>
    </w:p>
    <w:p w:rsidR="008A0481" w:rsidRPr="00E350F0" w:rsidRDefault="00482768" w:rsidP="00E350F0">
      <w:pPr>
        <w:jc w:val="both"/>
        <w:rPr>
          <w:rFonts w:ascii="Arial" w:hAnsi="Arial" w:cs="Arial"/>
          <w:spacing w:val="4"/>
          <w:sz w:val="28"/>
          <w:szCs w:val="28"/>
        </w:rPr>
      </w:pPr>
      <w:r w:rsidRPr="00E350F0">
        <w:rPr>
          <w:rFonts w:ascii="Arial" w:hAnsi="Arial" w:cs="Arial"/>
          <w:spacing w:val="4"/>
          <w:sz w:val="28"/>
          <w:szCs w:val="28"/>
        </w:rPr>
        <w:t>Infatti, c</w:t>
      </w:r>
      <w:r w:rsidR="008A0481" w:rsidRPr="00E350F0">
        <w:rPr>
          <w:rFonts w:ascii="Arial" w:hAnsi="Arial" w:cs="Arial"/>
          <w:spacing w:val="4"/>
          <w:sz w:val="28"/>
          <w:szCs w:val="28"/>
        </w:rPr>
        <w:t>ondividere un tetto e un cognome non sono affatto garanzia di un buon matrimonio.</w:t>
      </w:r>
    </w:p>
    <w:p w:rsidR="008A0481" w:rsidRPr="00E350F0" w:rsidRDefault="008A0481" w:rsidP="00E350F0">
      <w:pPr>
        <w:jc w:val="both"/>
        <w:rPr>
          <w:rFonts w:ascii="Arial" w:hAnsi="Arial" w:cs="Arial"/>
          <w:spacing w:val="4"/>
          <w:sz w:val="28"/>
          <w:szCs w:val="28"/>
        </w:rPr>
      </w:pPr>
    </w:p>
    <w:p w:rsidR="008A0481" w:rsidRPr="00E350F0" w:rsidRDefault="00482768" w:rsidP="00E350F0">
      <w:pPr>
        <w:jc w:val="both"/>
        <w:rPr>
          <w:rFonts w:ascii="Arial" w:hAnsi="Arial" w:cs="Arial"/>
          <w:b/>
          <w:spacing w:val="4"/>
          <w:sz w:val="28"/>
          <w:szCs w:val="28"/>
        </w:rPr>
      </w:pPr>
      <w:r w:rsidRPr="00E350F0">
        <w:rPr>
          <w:rFonts w:ascii="Arial" w:hAnsi="Arial" w:cs="Arial"/>
          <w:b/>
          <w:spacing w:val="4"/>
          <w:sz w:val="28"/>
          <w:szCs w:val="28"/>
        </w:rPr>
        <w:t>10 ELEMENTI INDISPENSABILI</w:t>
      </w:r>
    </w:p>
    <w:p w:rsidR="00CB0381" w:rsidRPr="00E350F0" w:rsidRDefault="00CB0381" w:rsidP="00E350F0">
      <w:pPr>
        <w:jc w:val="both"/>
        <w:rPr>
          <w:rFonts w:ascii="Arial" w:hAnsi="Arial" w:cs="Arial"/>
          <w:spacing w:val="4"/>
          <w:sz w:val="28"/>
          <w:szCs w:val="28"/>
        </w:rPr>
      </w:pPr>
      <w:proofErr w:type="gramStart"/>
      <w:r w:rsidRPr="00E350F0">
        <w:rPr>
          <w:rFonts w:ascii="Arial" w:hAnsi="Arial" w:cs="Arial"/>
          <w:spacing w:val="4"/>
          <w:sz w:val="28"/>
          <w:szCs w:val="28"/>
        </w:rPr>
        <w:t>E’</w:t>
      </w:r>
      <w:proofErr w:type="gramEnd"/>
      <w:r w:rsidRPr="00E350F0">
        <w:rPr>
          <w:rFonts w:ascii="Arial" w:hAnsi="Arial" w:cs="Arial"/>
          <w:spacing w:val="4"/>
          <w:sz w:val="28"/>
          <w:szCs w:val="28"/>
        </w:rPr>
        <w:t xml:space="preserve"> </w:t>
      </w:r>
      <w:r w:rsidR="00482768" w:rsidRPr="00E350F0">
        <w:rPr>
          <w:rFonts w:ascii="Arial" w:hAnsi="Arial" w:cs="Arial"/>
          <w:spacing w:val="4"/>
          <w:sz w:val="28"/>
          <w:szCs w:val="28"/>
        </w:rPr>
        <w:t>stupido</w:t>
      </w:r>
      <w:r w:rsidRPr="00E350F0">
        <w:rPr>
          <w:rFonts w:ascii="Arial" w:hAnsi="Arial" w:cs="Arial"/>
          <w:spacing w:val="4"/>
          <w:sz w:val="28"/>
          <w:szCs w:val="28"/>
        </w:rPr>
        <w:t xml:space="preserve"> che due si sposino con l’insicurezza, che si sposino nonostante abbiano delle perplessità come la durata del matrimonio, la fedeltà, ecc.: se così fosse, scappate col vestito di nozze, altrimenti vorreste divorziare dopo una settimana!!</w:t>
      </w:r>
    </w:p>
    <w:p w:rsidR="00482768" w:rsidRPr="00E350F0" w:rsidRDefault="00482768" w:rsidP="00E350F0">
      <w:pPr>
        <w:ind w:left="708"/>
        <w:jc w:val="both"/>
        <w:rPr>
          <w:rFonts w:ascii="Arial" w:hAnsi="Arial" w:cs="Arial"/>
          <w:b/>
          <w:spacing w:val="4"/>
          <w:sz w:val="28"/>
          <w:szCs w:val="28"/>
        </w:rPr>
      </w:pPr>
      <w:proofErr w:type="gramStart"/>
      <w:r w:rsidRPr="00E350F0">
        <w:rPr>
          <w:rFonts w:ascii="Arial" w:hAnsi="Arial" w:cs="Arial"/>
          <w:b/>
          <w:spacing w:val="4"/>
          <w:sz w:val="28"/>
          <w:szCs w:val="28"/>
        </w:rPr>
        <w:t>E’</w:t>
      </w:r>
      <w:proofErr w:type="gramEnd"/>
      <w:r w:rsidRPr="00E350F0">
        <w:rPr>
          <w:rFonts w:ascii="Arial" w:hAnsi="Arial" w:cs="Arial"/>
          <w:b/>
          <w:spacing w:val="4"/>
          <w:sz w:val="28"/>
          <w:szCs w:val="28"/>
        </w:rPr>
        <w:t xml:space="preserve"> davvero stupido che si sposino due che hanno litigato fino alla sera prima delle nozze!</w:t>
      </w:r>
    </w:p>
    <w:p w:rsidR="00CB0381" w:rsidRPr="00E350F0" w:rsidRDefault="00CB0381" w:rsidP="00E350F0">
      <w:pPr>
        <w:jc w:val="both"/>
        <w:rPr>
          <w:rFonts w:ascii="Arial" w:hAnsi="Arial" w:cs="Arial"/>
          <w:i/>
          <w:spacing w:val="4"/>
          <w:sz w:val="28"/>
          <w:szCs w:val="28"/>
        </w:rPr>
      </w:pPr>
      <w:r w:rsidRPr="00E350F0">
        <w:rPr>
          <w:rFonts w:ascii="Arial" w:hAnsi="Arial" w:cs="Arial"/>
          <w:spacing w:val="4"/>
          <w:sz w:val="28"/>
          <w:szCs w:val="28"/>
        </w:rPr>
        <w:t xml:space="preserve">Purtroppo, molti si sposano senza aver concordato nulla e poi, col passare del tempo, iniziano i malcontenti caratterizzati da “se”: </w:t>
      </w:r>
      <w:r w:rsidR="00482768" w:rsidRPr="00E350F0">
        <w:rPr>
          <w:rFonts w:ascii="Arial" w:hAnsi="Arial" w:cs="Arial"/>
          <w:i/>
          <w:spacing w:val="4"/>
          <w:sz w:val="28"/>
          <w:szCs w:val="28"/>
        </w:rPr>
        <w:t>“</w:t>
      </w:r>
      <w:r w:rsidRPr="00E350F0">
        <w:rPr>
          <w:rFonts w:ascii="Arial" w:hAnsi="Arial" w:cs="Arial"/>
          <w:i/>
          <w:spacing w:val="4"/>
          <w:sz w:val="28"/>
          <w:szCs w:val="28"/>
        </w:rPr>
        <w:t>se continui così ti lascio</w:t>
      </w:r>
      <w:r w:rsidR="00482768" w:rsidRPr="00E350F0">
        <w:rPr>
          <w:rFonts w:ascii="Arial" w:hAnsi="Arial" w:cs="Arial"/>
          <w:i/>
          <w:spacing w:val="4"/>
          <w:sz w:val="28"/>
          <w:szCs w:val="28"/>
        </w:rPr>
        <w:t>”</w:t>
      </w:r>
      <w:r w:rsidRPr="00E350F0">
        <w:rPr>
          <w:rFonts w:ascii="Arial" w:hAnsi="Arial" w:cs="Arial"/>
          <w:i/>
          <w:spacing w:val="4"/>
          <w:sz w:val="28"/>
          <w:szCs w:val="28"/>
        </w:rPr>
        <w:t xml:space="preserve">, </w:t>
      </w:r>
      <w:r w:rsidR="00482768" w:rsidRPr="00E350F0">
        <w:rPr>
          <w:rFonts w:ascii="Arial" w:hAnsi="Arial" w:cs="Arial"/>
          <w:i/>
          <w:spacing w:val="4"/>
          <w:sz w:val="28"/>
          <w:szCs w:val="28"/>
        </w:rPr>
        <w:t>“</w:t>
      </w:r>
      <w:r w:rsidRPr="00E350F0">
        <w:rPr>
          <w:rFonts w:ascii="Arial" w:hAnsi="Arial" w:cs="Arial"/>
          <w:i/>
          <w:spacing w:val="4"/>
          <w:sz w:val="28"/>
          <w:szCs w:val="28"/>
        </w:rPr>
        <w:t>se fai così me ne vado</w:t>
      </w:r>
      <w:r w:rsidR="00482768" w:rsidRPr="00E350F0">
        <w:rPr>
          <w:rFonts w:ascii="Arial" w:hAnsi="Arial" w:cs="Arial"/>
          <w:i/>
          <w:spacing w:val="4"/>
          <w:sz w:val="28"/>
          <w:szCs w:val="28"/>
        </w:rPr>
        <w:t>”</w:t>
      </w:r>
      <w:r w:rsidRPr="00E350F0">
        <w:rPr>
          <w:rFonts w:ascii="Arial" w:hAnsi="Arial" w:cs="Arial"/>
          <w:i/>
          <w:spacing w:val="4"/>
          <w:sz w:val="28"/>
          <w:szCs w:val="28"/>
        </w:rPr>
        <w:t xml:space="preserve">, </w:t>
      </w:r>
      <w:r w:rsidR="0015652C" w:rsidRPr="00E350F0">
        <w:rPr>
          <w:rFonts w:ascii="Arial" w:hAnsi="Arial" w:cs="Arial"/>
          <w:i/>
          <w:spacing w:val="4"/>
          <w:sz w:val="28"/>
          <w:szCs w:val="28"/>
        </w:rPr>
        <w:t xml:space="preserve">“se avessi saputo…”, “era meglio che non mi sposavo…”, </w:t>
      </w:r>
      <w:r w:rsidRPr="00E350F0">
        <w:rPr>
          <w:rFonts w:ascii="Arial" w:hAnsi="Arial" w:cs="Arial"/>
          <w:i/>
          <w:spacing w:val="4"/>
          <w:sz w:val="28"/>
          <w:szCs w:val="28"/>
        </w:rPr>
        <w:t>ecc.</w:t>
      </w:r>
    </w:p>
    <w:p w:rsidR="00CB0381" w:rsidRPr="00E350F0" w:rsidRDefault="00CB0381" w:rsidP="00E350F0">
      <w:pPr>
        <w:jc w:val="both"/>
        <w:rPr>
          <w:rFonts w:ascii="Arial" w:hAnsi="Arial" w:cs="Arial"/>
          <w:spacing w:val="4"/>
          <w:sz w:val="28"/>
          <w:szCs w:val="28"/>
        </w:rPr>
      </w:pPr>
      <w:r w:rsidRPr="00E350F0">
        <w:rPr>
          <w:rFonts w:ascii="Arial" w:hAnsi="Arial" w:cs="Arial"/>
          <w:spacing w:val="4"/>
          <w:sz w:val="28"/>
          <w:szCs w:val="28"/>
        </w:rPr>
        <w:t>Nel caso di due Credenti, bisogna già sposarsi pensando che solo la morte metter</w:t>
      </w:r>
      <w:r w:rsidR="00482768" w:rsidRPr="00E350F0">
        <w:rPr>
          <w:rFonts w:ascii="Arial" w:hAnsi="Arial" w:cs="Arial"/>
          <w:spacing w:val="4"/>
          <w:sz w:val="28"/>
          <w:szCs w:val="28"/>
        </w:rPr>
        <w:t>à</w:t>
      </w:r>
      <w:r w:rsidRPr="00E350F0">
        <w:rPr>
          <w:rFonts w:ascii="Arial" w:hAnsi="Arial" w:cs="Arial"/>
          <w:spacing w:val="4"/>
          <w:sz w:val="28"/>
          <w:szCs w:val="28"/>
        </w:rPr>
        <w:t xml:space="preserve"> fine al matrimonio, e se uno volesse andarsene l’altro resterà comunque legato fino alla morte</w:t>
      </w:r>
      <w:r w:rsidR="00482768" w:rsidRPr="00E350F0">
        <w:rPr>
          <w:rFonts w:ascii="Arial" w:hAnsi="Arial" w:cs="Arial"/>
          <w:spacing w:val="4"/>
          <w:sz w:val="28"/>
          <w:szCs w:val="28"/>
        </w:rPr>
        <w:t xml:space="preserve"> e vivrà “puro”</w:t>
      </w:r>
      <w:r w:rsidRPr="00E350F0">
        <w:rPr>
          <w:rFonts w:ascii="Arial" w:hAnsi="Arial" w:cs="Arial"/>
          <w:spacing w:val="4"/>
          <w:sz w:val="28"/>
          <w:szCs w:val="28"/>
        </w:rPr>
        <w:t>!</w:t>
      </w:r>
    </w:p>
    <w:p w:rsidR="00482768" w:rsidRPr="00E350F0" w:rsidRDefault="00482768" w:rsidP="00E350F0">
      <w:pPr>
        <w:jc w:val="both"/>
        <w:rPr>
          <w:rFonts w:ascii="Arial" w:hAnsi="Arial" w:cs="Arial"/>
          <w:spacing w:val="4"/>
          <w:sz w:val="28"/>
          <w:szCs w:val="28"/>
        </w:rPr>
      </w:pPr>
      <w:r w:rsidRPr="00E350F0">
        <w:rPr>
          <w:rFonts w:ascii="Arial" w:hAnsi="Arial" w:cs="Arial"/>
          <w:spacing w:val="4"/>
          <w:sz w:val="28"/>
          <w:szCs w:val="28"/>
        </w:rPr>
        <w:t>L’esame con questa focalizzazione vuole evitare che il matrimonio diventi la prigione da cui si vorrà scappare: meglio non farlo se si intravvede questa eventualità.</w:t>
      </w:r>
    </w:p>
    <w:p w:rsidR="00482768" w:rsidRPr="00E350F0" w:rsidRDefault="00482768" w:rsidP="00E350F0">
      <w:pPr>
        <w:ind w:left="708"/>
        <w:jc w:val="both"/>
        <w:rPr>
          <w:rFonts w:ascii="Arial" w:hAnsi="Arial" w:cs="Arial"/>
          <w:b/>
          <w:spacing w:val="4"/>
          <w:sz w:val="28"/>
          <w:szCs w:val="28"/>
        </w:rPr>
      </w:pPr>
      <w:r w:rsidRPr="00E350F0">
        <w:rPr>
          <w:rFonts w:ascii="Arial" w:hAnsi="Arial" w:cs="Arial"/>
          <w:b/>
          <w:spacing w:val="4"/>
          <w:sz w:val="28"/>
          <w:szCs w:val="28"/>
        </w:rPr>
        <w:t>Ma se si fa, bisogna assumersene le conseguenze: se ti sposi devi essere marito e moglie, padre e madre…: cambiare in corsa non va affatto bene</w:t>
      </w:r>
      <w:r w:rsidR="0015652C" w:rsidRPr="00E350F0">
        <w:rPr>
          <w:rFonts w:ascii="Arial" w:hAnsi="Arial" w:cs="Arial"/>
          <w:b/>
          <w:spacing w:val="4"/>
          <w:sz w:val="28"/>
          <w:szCs w:val="28"/>
        </w:rPr>
        <w:t xml:space="preserve"> e ti imprigiona ancora di più!</w:t>
      </w:r>
    </w:p>
    <w:p w:rsidR="00482768" w:rsidRPr="00E350F0" w:rsidRDefault="0015652C" w:rsidP="00E350F0">
      <w:pPr>
        <w:pStyle w:val="Paragrafoelenco"/>
        <w:numPr>
          <w:ilvl w:val="0"/>
          <w:numId w:val="21"/>
        </w:numPr>
        <w:jc w:val="both"/>
        <w:rPr>
          <w:rFonts w:ascii="Arial" w:hAnsi="Arial" w:cs="Arial"/>
          <w:spacing w:val="4"/>
          <w:sz w:val="28"/>
          <w:szCs w:val="28"/>
        </w:rPr>
      </w:pPr>
      <w:r w:rsidRPr="00E350F0">
        <w:rPr>
          <w:rFonts w:ascii="Arial" w:hAnsi="Arial" w:cs="Arial"/>
          <w:b/>
          <w:spacing w:val="4"/>
          <w:sz w:val="28"/>
          <w:szCs w:val="28"/>
        </w:rPr>
        <w:t>I</w:t>
      </w:r>
      <w:r w:rsidR="008A0481" w:rsidRPr="00E350F0">
        <w:rPr>
          <w:rFonts w:ascii="Arial" w:hAnsi="Arial" w:cs="Arial"/>
          <w:b/>
          <w:spacing w:val="4"/>
          <w:sz w:val="28"/>
          <w:szCs w:val="28"/>
        </w:rPr>
        <w:t>nteressi</w:t>
      </w:r>
      <w:r w:rsidRPr="00E350F0">
        <w:rPr>
          <w:rFonts w:ascii="Arial" w:hAnsi="Arial" w:cs="Arial"/>
          <w:b/>
          <w:spacing w:val="4"/>
          <w:sz w:val="28"/>
          <w:szCs w:val="28"/>
        </w:rPr>
        <w:t xml:space="preserve"> comuni</w:t>
      </w:r>
      <w:r w:rsidR="008A0481" w:rsidRPr="00E350F0">
        <w:rPr>
          <w:rFonts w:ascii="Arial" w:hAnsi="Arial" w:cs="Arial"/>
          <w:spacing w:val="4"/>
          <w:sz w:val="28"/>
          <w:szCs w:val="28"/>
        </w:rPr>
        <w:t xml:space="preserve">: avete interessi comuni? Più ne avete e meglio sarà! </w:t>
      </w:r>
    </w:p>
    <w:p w:rsidR="008A0481" w:rsidRPr="00E350F0" w:rsidRDefault="008A0481" w:rsidP="00E350F0">
      <w:pPr>
        <w:ind w:left="360"/>
        <w:jc w:val="both"/>
        <w:rPr>
          <w:rFonts w:ascii="Arial" w:hAnsi="Arial" w:cs="Arial"/>
          <w:spacing w:val="4"/>
          <w:sz w:val="28"/>
          <w:szCs w:val="28"/>
        </w:rPr>
      </w:pPr>
      <w:r w:rsidRPr="00E350F0">
        <w:rPr>
          <w:rFonts w:ascii="Arial" w:hAnsi="Arial" w:cs="Arial"/>
          <w:spacing w:val="4"/>
          <w:sz w:val="28"/>
          <w:szCs w:val="28"/>
        </w:rPr>
        <w:t xml:space="preserve">Molti si sposano e si accorgono di non avere gli stessi interessi: ad esempio, dopo cena lui si incolla al televisore per guardare la partita mentre </w:t>
      </w:r>
      <w:r w:rsidR="00482768" w:rsidRPr="00E350F0">
        <w:rPr>
          <w:rFonts w:ascii="Arial" w:hAnsi="Arial" w:cs="Arial"/>
          <w:spacing w:val="4"/>
          <w:sz w:val="28"/>
          <w:szCs w:val="28"/>
        </w:rPr>
        <w:t>lei vorrebbe</w:t>
      </w:r>
      <w:r w:rsidRPr="00E350F0">
        <w:rPr>
          <w:rFonts w:ascii="Arial" w:hAnsi="Arial" w:cs="Arial"/>
          <w:spacing w:val="4"/>
          <w:sz w:val="28"/>
          <w:szCs w:val="28"/>
        </w:rPr>
        <w:t xml:space="preserve"> uscire!</w:t>
      </w:r>
    </w:p>
    <w:p w:rsidR="008A0481" w:rsidRPr="00E350F0" w:rsidRDefault="008A0481" w:rsidP="00E350F0">
      <w:pPr>
        <w:pStyle w:val="Paragrafoelenco"/>
        <w:numPr>
          <w:ilvl w:val="0"/>
          <w:numId w:val="21"/>
        </w:numPr>
        <w:jc w:val="both"/>
        <w:rPr>
          <w:rFonts w:ascii="Arial" w:hAnsi="Arial" w:cs="Arial"/>
          <w:spacing w:val="4"/>
          <w:sz w:val="28"/>
          <w:szCs w:val="28"/>
        </w:rPr>
      </w:pPr>
      <w:r w:rsidRPr="00E350F0">
        <w:rPr>
          <w:rFonts w:ascii="Arial" w:hAnsi="Arial" w:cs="Arial"/>
          <w:b/>
          <w:spacing w:val="4"/>
          <w:sz w:val="28"/>
          <w:szCs w:val="28"/>
        </w:rPr>
        <w:t>Valori morali</w:t>
      </w:r>
      <w:r w:rsidR="0015652C" w:rsidRPr="00E350F0">
        <w:rPr>
          <w:rFonts w:ascii="Arial" w:hAnsi="Arial" w:cs="Arial"/>
          <w:spacing w:val="4"/>
          <w:sz w:val="28"/>
          <w:szCs w:val="28"/>
        </w:rPr>
        <w:t xml:space="preserve"> </w:t>
      </w:r>
      <w:r w:rsidR="0015652C" w:rsidRPr="00E350F0">
        <w:rPr>
          <w:rFonts w:ascii="Arial" w:hAnsi="Arial" w:cs="Arial"/>
          <w:b/>
          <w:spacing w:val="4"/>
          <w:sz w:val="28"/>
          <w:szCs w:val="28"/>
        </w:rPr>
        <w:t>comuni</w:t>
      </w:r>
      <w:r w:rsidRPr="00E350F0">
        <w:rPr>
          <w:rFonts w:ascii="Arial" w:hAnsi="Arial" w:cs="Arial"/>
          <w:spacing w:val="4"/>
          <w:sz w:val="28"/>
          <w:szCs w:val="28"/>
        </w:rPr>
        <w:t>: condividete gli stessi principi</w:t>
      </w:r>
      <w:r w:rsidR="00904747" w:rsidRPr="00E350F0">
        <w:rPr>
          <w:rFonts w:ascii="Arial" w:hAnsi="Arial" w:cs="Arial"/>
          <w:spacing w:val="4"/>
          <w:sz w:val="28"/>
          <w:szCs w:val="28"/>
        </w:rPr>
        <w:t xml:space="preserve"> su temi quali l’intimità, il ruolo genitoriale (educazione dei figli), le finanze, i suoceri, gli obiettivi e il rapporto con Dio? Senza di questo sareste candidati alla rovina matrimoniale.</w:t>
      </w:r>
    </w:p>
    <w:p w:rsidR="00482768" w:rsidRPr="00E350F0" w:rsidRDefault="00904747" w:rsidP="00E350F0">
      <w:pPr>
        <w:pStyle w:val="Paragrafoelenco"/>
        <w:numPr>
          <w:ilvl w:val="0"/>
          <w:numId w:val="21"/>
        </w:numPr>
        <w:jc w:val="both"/>
        <w:rPr>
          <w:rFonts w:ascii="Arial" w:hAnsi="Arial" w:cs="Arial"/>
          <w:spacing w:val="4"/>
          <w:sz w:val="28"/>
          <w:szCs w:val="28"/>
        </w:rPr>
      </w:pPr>
      <w:r w:rsidRPr="00E350F0">
        <w:rPr>
          <w:rFonts w:ascii="Arial" w:hAnsi="Arial" w:cs="Arial"/>
          <w:b/>
          <w:spacing w:val="4"/>
          <w:sz w:val="28"/>
          <w:szCs w:val="28"/>
        </w:rPr>
        <w:t>Apertura al dialogo</w:t>
      </w:r>
      <w:r w:rsidRPr="00E350F0">
        <w:rPr>
          <w:rFonts w:ascii="Arial" w:hAnsi="Arial" w:cs="Arial"/>
          <w:spacing w:val="4"/>
          <w:sz w:val="28"/>
          <w:szCs w:val="28"/>
        </w:rPr>
        <w:t>: siete entrambi disponibili, oppure uno dei due è taciturno e non com</w:t>
      </w:r>
      <w:r w:rsidR="00CB0381" w:rsidRPr="00E350F0">
        <w:rPr>
          <w:rFonts w:ascii="Arial" w:hAnsi="Arial" w:cs="Arial"/>
          <w:spacing w:val="4"/>
          <w:sz w:val="28"/>
          <w:szCs w:val="28"/>
        </w:rPr>
        <w:t>p</w:t>
      </w:r>
      <w:r w:rsidRPr="00E350F0">
        <w:rPr>
          <w:rFonts w:ascii="Arial" w:hAnsi="Arial" w:cs="Arial"/>
          <w:spacing w:val="4"/>
          <w:sz w:val="28"/>
          <w:szCs w:val="28"/>
        </w:rPr>
        <w:t xml:space="preserve">rende mai il bisogno </w:t>
      </w:r>
      <w:r w:rsidR="00482768" w:rsidRPr="00E350F0">
        <w:rPr>
          <w:rFonts w:ascii="Arial" w:hAnsi="Arial" w:cs="Arial"/>
          <w:spacing w:val="4"/>
          <w:sz w:val="28"/>
          <w:szCs w:val="28"/>
        </w:rPr>
        <w:t>che l</w:t>
      </w:r>
      <w:r w:rsidRPr="00E350F0">
        <w:rPr>
          <w:rFonts w:ascii="Arial" w:hAnsi="Arial" w:cs="Arial"/>
          <w:spacing w:val="4"/>
          <w:sz w:val="28"/>
          <w:szCs w:val="28"/>
        </w:rPr>
        <w:t xml:space="preserve">’altro </w:t>
      </w:r>
      <w:r w:rsidR="00482768" w:rsidRPr="00E350F0">
        <w:rPr>
          <w:rFonts w:ascii="Arial" w:hAnsi="Arial" w:cs="Arial"/>
          <w:spacing w:val="4"/>
          <w:sz w:val="28"/>
          <w:szCs w:val="28"/>
        </w:rPr>
        <w:t xml:space="preserve">ha </w:t>
      </w:r>
      <w:r w:rsidRPr="00E350F0">
        <w:rPr>
          <w:rFonts w:ascii="Arial" w:hAnsi="Arial" w:cs="Arial"/>
          <w:spacing w:val="4"/>
          <w:sz w:val="28"/>
          <w:szCs w:val="28"/>
        </w:rPr>
        <w:t xml:space="preserve">di esprimersi? </w:t>
      </w:r>
    </w:p>
    <w:p w:rsidR="00904747" w:rsidRPr="00E350F0" w:rsidRDefault="00904747" w:rsidP="00E350F0">
      <w:pPr>
        <w:ind w:left="360"/>
        <w:jc w:val="both"/>
        <w:rPr>
          <w:rFonts w:ascii="Arial" w:hAnsi="Arial" w:cs="Arial"/>
          <w:spacing w:val="4"/>
          <w:sz w:val="28"/>
          <w:szCs w:val="28"/>
        </w:rPr>
      </w:pPr>
      <w:r w:rsidRPr="00E350F0">
        <w:rPr>
          <w:rFonts w:ascii="Arial" w:hAnsi="Arial" w:cs="Arial"/>
          <w:spacing w:val="4"/>
          <w:sz w:val="28"/>
          <w:szCs w:val="28"/>
        </w:rPr>
        <w:t>La telepatia è una chimera perché, invece, spesso d</w:t>
      </w:r>
      <w:r w:rsidR="00482768" w:rsidRPr="00E350F0">
        <w:rPr>
          <w:rFonts w:ascii="Arial" w:hAnsi="Arial" w:cs="Arial"/>
          <w:spacing w:val="4"/>
          <w:sz w:val="28"/>
          <w:szCs w:val="28"/>
        </w:rPr>
        <w:t>à</w:t>
      </w:r>
      <w:r w:rsidRPr="00E350F0">
        <w:rPr>
          <w:rFonts w:ascii="Arial" w:hAnsi="Arial" w:cs="Arial"/>
          <w:spacing w:val="4"/>
          <w:sz w:val="28"/>
          <w:szCs w:val="28"/>
        </w:rPr>
        <w:t xml:space="preserve"> per scontate cose inesistenti!</w:t>
      </w:r>
    </w:p>
    <w:p w:rsidR="00482768" w:rsidRPr="00E350F0" w:rsidRDefault="00904747" w:rsidP="00E350F0">
      <w:pPr>
        <w:pStyle w:val="Paragrafoelenco"/>
        <w:numPr>
          <w:ilvl w:val="0"/>
          <w:numId w:val="21"/>
        </w:numPr>
        <w:jc w:val="both"/>
        <w:rPr>
          <w:rFonts w:ascii="Arial" w:hAnsi="Arial" w:cs="Arial"/>
          <w:spacing w:val="4"/>
          <w:sz w:val="28"/>
          <w:szCs w:val="28"/>
        </w:rPr>
      </w:pPr>
      <w:r w:rsidRPr="00E350F0">
        <w:rPr>
          <w:rFonts w:ascii="Arial" w:hAnsi="Arial" w:cs="Arial"/>
          <w:b/>
          <w:spacing w:val="4"/>
          <w:sz w:val="28"/>
          <w:szCs w:val="28"/>
        </w:rPr>
        <w:t>Amore</w:t>
      </w:r>
      <w:r w:rsidR="0015652C" w:rsidRPr="00E350F0">
        <w:rPr>
          <w:rFonts w:ascii="Arial" w:hAnsi="Arial" w:cs="Arial"/>
          <w:spacing w:val="4"/>
          <w:sz w:val="28"/>
          <w:szCs w:val="28"/>
        </w:rPr>
        <w:t xml:space="preserve"> </w:t>
      </w:r>
      <w:r w:rsidR="0015652C" w:rsidRPr="00E350F0">
        <w:rPr>
          <w:rFonts w:ascii="Arial" w:hAnsi="Arial" w:cs="Arial"/>
          <w:b/>
          <w:spacing w:val="4"/>
          <w:sz w:val="28"/>
          <w:szCs w:val="28"/>
        </w:rPr>
        <w:t>biblico</w:t>
      </w:r>
      <w:r w:rsidRPr="00E350F0">
        <w:rPr>
          <w:rFonts w:ascii="Arial" w:hAnsi="Arial" w:cs="Arial"/>
          <w:spacing w:val="4"/>
          <w:sz w:val="28"/>
          <w:szCs w:val="28"/>
        </w:rPr>
        <w:t xml:space="preserve">: </w:t>
      </w:r>
      <w:r w:rsidR="00482768" w:rsidRPr="00E350F0">
        <w:rPr>
          <w:rFonts w:ascii="Arial" w:hAnsi="Arial" w:cs="Arial"/>
          <w:spacing w:val="4"/>
          <w:sz w:val="28"/>
          <w:szCs w:val="28"/>
        </w:rPr>
        <w:t>c</w:t>
      </w:r>
      <w:r w:rsidRPr="00E350F0">
        <w:rPr>
          <w:rFonts w:ascii="Arial" w:hAnsi="Arial" w:cs="Arial"/>
          <w:spacing w:val="4"/>
          <w:sz w:val="28"/>
          <w:szCs w:val="28"/>
        </w:rPr>
        <w:t xml:space="preserve">apite il senso dell’Amore vero oppure siete solo innamorati/infatuati? </w:t>
      </w:r>
    </w:p>
    <w:p w:rsidR="00482768" w:rsidRPr="00E350F0" w:rsidRDefault="00904747" w:rsidP="00E350F0">
      <w:pPr>
        <w:ind w:left="360"/>
        <w:jc w:val="both"/>
        <w:rPr>
          <w:rFonts w:ascii="Arial" w:hAnsi="Arial" w:cs="Arial"/>
          <w:spacing w:val="4"/>
          <w:sz w:val="28"/>
          <w:szCs w:val="28"/>
        </w:rPr>
      </w:pPr>
      <w:r w:rsidRPr="00E350F0">
        <w:rPr>
          <w:rFonts w:ascii="Arial" w:hAnsi="Arial" w:cs="Arial"/>
          <w:spacing w:val="4"/>
          <w:sz w:val="28"/>
          <w:szCs w:val="28"/>
        </w:rPr>
        <w:t>L’amore emozionale che porta a vedere sempre gli stessi colori no</w:t>
      </w:r>
      <w:r w:rsidR="00C86148" w:rsidRPr="00E350F0">
        <w:rPr>
          <w:rFonts w:ascii="Arial" w:hAnsi="Arial" w:cs="Arial"/>
          <w:spacing w:val="4"/>
          <w:sz w:val="28"/>
          <w:szCs w:val="28"/>
        </w:rPr>
        <w:t>n</w:t>
      </w:r>
      <w:r w:rsidRPr="00E350F0">
        <w:rPr>
          <w:rFonts w:ascii="Arial" w:hAnsi="Arial" w:cs="Arial"/>
          <w:spacing w:val="4"/>
          <w:sz w:val="28"/>
          <w:szCs w:val="28"/>
        </w:rPr>
        <w:t xml:space="preserve"> dura! </w:t>
      </w:r>
    </w:p>
    <w:p w:rsidR="00904747" w:rsidRPr="00E350F0" w:rsidRDefault="00904747" w:rsidP="00E350F0">
      <w:pPr>
        <w:ind w:left="360"/>
        <w:jc w:val="both"/>
        <w:rPr>
          <w:rFonts w:ascii="Arial" w:hAnsi="Arial" w:cs="Arial"/>
          <w:spacing w:val="4"/>
          <w:sz w:val="28"/>
          <w:szCs w:val="28"/>
        </w:rPr>
      </w:pPr>
      <w:r w:rsidRPr="00E350F0">
        <w:rPr>
          <w:rFonts w:ascii="Arial" w:hAnsi="Arial" w:cs="Arial"/>
          <w:spacing w:val="4"/>
          <w:sz w:val="28"/>
          <w:szCs w:val="28"/>
        </w:rPr>
        <w:t>Invece, deve essere un Amore che sorvola sui difetti per apprezzarne i pregi</w:t>
      </w:r>
      <w:r w:rsidR="00482768" w:rsidRPr="00E350F0">
        <w:rPr>
          <w:rFonts w:ascii="Arial" w:hAnsi="Arial" w:cs="Arial"/>
          <w:spacing w:val="4"/>
          <w:sz w:val="28"/>
          <w:szCs w:val="28"/>
        </w:rPr>
        <w:t>, che si sacrifica interamente anche se l’altro non lo facesse!</w:t>
      </w:r>
    </w:p>
    <w:p w:rsidR="00B101C2" w:rsidRPr="00E350F0" w:rsidRDefault="00904747" w:rsidP="00E350F0">
      <w:pPr>
        <w:pStyle w:val="Paragrafoelenco"/>
        <w:numPr>
          <w:ilvl w:val="0"/>
          <w:numId w:val="21"/>
        </w:numPr>
        <w:jc w:val="both"/>
        <w:rPr>
          <w:rFonts w:ascii="Arial" w:hAnsi="Arial" w:cs="Arial"/>
          <w:spacing w:val="4"/>
          <w:sz w:val="28"/>
          <w:szCs w:val="28"/>
        </w:rPr>
      </w:pPr>
      <w:r w:rsidRPr="00E350F0">
        <w:rPr>
          <w:rFonts w:ascii="Arial" w:hAnsi="Arial" w:cs="Arial"/>
          <w:b/>
          <w:spacing w:val="4"/>
          <w:sz w:val="28"/>
          <w:szCs w:val="28"/>
        </w:rPr>
        <w:t>Comprensione</w:t>
      </w:r>
      <w:r w:rsidR="0015652C" w:rsidRPr="00E350F0">
        <w:rPr>
          <w:rFonts w:ascii="Arial" w:hAnsi="Arial" w:cs="Arial"/>
          <w:spacing w:val="4"/>
          <w:sz w:val="28"/>
          <w:szCs w:val="28"/>
        </w:rPr>
        <w:t xml:space="preserve"> </w:t>
      </w:r>
      <w:r w:rsidR="0015652C" w:rsidRPr="00E350F0">
        <w:rPr>
          <w:rFonts w:ascii="Arial" w:hAnsi="Arial" w:cs="Arial"/>
          <w:b/>
          <w:spacing w:val="4"/>
          <w:sz w:val="28"/>
          <w:szCs w:val="28"/>
        </w:rPr>
        <w:t>e fiducia</w:t>
      </w:r>
      <w:r w:rsidR="0015652C" w:rsidRPr="00E350F0">
        <w:rPr>
          <w:rFonts w:ascii="Arial" w:hAnsi="Arial" w:cs="Arial"/>
          <w:spacing w:val="4"/>
          <w:sz w:val="28"/>
          <w:szCs w:val="28"/>
        </w:rPr>
        <w:t xml:space="preserve"> </w:t>
      </w:r>
      <w:r w:rsidR="0015652C" w:rsidRPr="00E350F0">
        <w:rPr>
          <w:rFonts w:ascii="Arial" w:hAnsi="Arial" w:cs="Arial"/>
          <w:b/>
          <w:spacing w:val="4"/>
          <w:sz w:val="28"/>
          <w:szCs w:val="28"/>
        </w:rPr>
        <w:t>reciproca</w:t>
      </w:r>
      <w:r w:rsidRPr="00E350F0">
        <w:rPr>
          <w:rFonts w:ascii="Arial" w:hAnsi="Arial" w:cs="Arial"/>
          <w:spacing w:val="4"/>
          <w:sz w:val="28"/>
          <w:szCs w:val="28"/>
        </w:rPr>
        <w:t xml:space="preserve">: tutti sanno che non esistono due fiocchi di neve uguali, nemmeno i coniugi </w:t>
      </w:r>
      <w:r w:rsidR="00B101C2" w:rsidRPr="00E350F0">
        <w:rPr>
          <w:rFonts w:ascii="Arial" w:hAnsi="Arial" w:cs="Arial"/>
          <w:spacing w:val="4"/>
          <w:sz w:val="28"/>
          <w:szCs w:val="28"/>
        </w:rPr>
        <w:t>l</w:t>
      </w:r>
      <w:r w:rsidRPr="00E350F0">
        <w:rPr>
          <w:rFonts w:ascii="Arial" w:hAnsi="Arial" w:cs="Arial"/>
          <w:spacing w:val="4"/>
          <w:sz w:val="28"/>
          <w:szCs w:val="28"/>
        </w:rPr>
        <w:t>o sono: aver detto s</w:t>
      </w:r>
      <w:r w:rsidR="00B101C2" w:rsidRPr="00E350F0">
        <w:rPr>
          <w:rFonts w:ascii="Arial" w:hAnsi="Arial" w:cs="Arial"/>
          <w:spacing w:val="4"/>
          <w:sz w:val="28"/>
          <w:szCs w:val="28"/>
        </w:rPr>
        <w:t>ì</w:t>
      </w:r>
      <w:r w:rsidRPr="00E350F0">
        <w:rPr>
          <w:rFonts w:ascii="Arial" w:hAnsi="Arial" w:cs="Arial"/>
          <w:spacing w:val="4"/>
          <w:sz w:val="28"/>
          <w:szCs w:val="28"/>
        </w:rPr>
        <w:t xml:space="preserve"> davanti al Sindaco no</w:t>
      </w:r>
      <w:r w:rsidR="00B101C2" w:rsidRPr="00E350F0">
        <w:rPr>
          <w:rFonts w:ascii="Arial" w:hAnsi="Arial" w:cs="Arial"/>
          <w:spacing w:val="4"/>
          <w:sz w:val="28"/>
          <w:szCs w:val="28"/>
        </w:rPr>
        <w:t>n</w:t>
      </w:r>
      <w:r w:rsidRPr="00E350F0">
        <w:rPr>
          <w:rFonts w:ascii="Arial" w:hAnsi="Arial" w:cs="Arial"/>
          <w:spacing w:val="4"/>
          <w:sz w:val="28"/>
          <w:szCs w:val="28"/>
        </w:rPr>
        <w:t xml:space="preserve"> compie il miracolo della </w:t>
      </w:r>
      <w:r w:rsidR="00B101C2" w:rsidRPr="00E350F0">
        <w:rPr>
          <w:rFonts w:ascii="Arial" w:hAnsi="Arial" w:cs="Arial"/>
          <w:spacing w:val="4"/>
          <w:sz w:val="28"/>
          <w:szCs w:val="28"/>
        </w:rPr>
        <w:t>trasformazione</w:t>
      </w:r>
      <w:r w:rsidRPr="00E350F0">
        <w:rPr>
          <w:rFonts w:ascii="Arial" w:hAnsi="Arial" w:cs="Arial"/>
          <w:spacing w:val="4"/>
          <w:sz w:val="28"/>
          <w:szCs w:val="28"/>
        </w:rPr>
        <w:t xml:space="preserve">! </w:t>
      </w:r>
    </w:p>
    <w:p w:rsidR="00904747" w:rsidRPr="00E350F0" w:rsidRDefault="00904747" w:rsidP="00E350F0">
      <w:pPr>
        <w:ind w:left="360"/>
        <w:jc w:val="both"/>
        <w:rPr>
          <w:rFonts w:ascii="Arial" w:hAnsi="Arial" w:cs="Arial"/>
          <w:spacing w:val="4"/>
          <w:sz w:val="28"/>
          <w:szCs w:val="28"/>
        </w:rPr>
      </w:pPr>
      <w:r w:rsidRPr="00E350F0">
        <w:rPr>
          <w:rFonts w:ascii="Arial" w:hAnsi="Arial" w:cs="Arial"/>
          <w:spacing w:val="4"/>
          <w:sz w:val="28"/>
          <w:szCs w:val="28"/>
        </w:rPr>
        <w:lastRenderedPageBreak/>
        <w:t>Se i coniugi non sono in grado di gestire le differenze… non andranno lontano insieme!</w:t>
      </w:r>
    </w:p>
    <w:p w:rsidR="00904747" w:rsidRPr="00E350F0" w:rsidRDefault="00904747" w:rsidP="00E350F0">
      <w:pPr>
        <w:pStyle w:val="Paragrafoelenco"/>
        <w:numPr>
          <w:ilvl w:val="0"/>
          <w:numId w:val="21"/>
        </w:numPr>
        <w:jc w:val="both"/>
        <w:rPr>
          <w:rFonts w:ascii="Arial" w:hAnsi="Arial" w:cs="Arial"/>
          <w:spacing w:val="4"/>
          <w:sz w:val="28"/>
          <w:szCs w:val="28"/>
        </w:rPr>
      </w:pPr>
      <w:r w:rsidRPr="00E350F0">
        <w:rPr>
          <w:rFonts w:ascii="Arial" w:hAnsi="Arial" w:cs="Arial"/>
          <w:b/>
          <w:spacing w:val="4"/>
          <w:sz w:val="28"/>
          <w:szCs w:val="28"/>
        </w:rPr>
        <w:t>Apprezzamento</w:t>
      </w:r>
      <w:r w:rsidR="0015652C" w:rsidRPr="00E350F0">
        <w:rPr>
          <w:rFonts w:ascii="Arial" w:hAnsi="Arial" w:cs="Arial"/>
          <w:spacing w:val="4"/>
          <w:sz w:val="28"/>
          <w:szCs w:val="28"/>
        </w:rPr>
        <w:t xml:space="preserve"> </w:t>
      </w:r>
      <w:r w:rsidR="0015652C" w:rsidRPr="00E350F0">
        <w:rPr>
          <w:rFonts w:ascii="Arial" w:hAnsi="Arial" w:cs="Arial"/>
          <w:b/>
          <w:spacing w:val="4"/>
          <w:sz w:val="28"/>
          <w:szCs w:val="28"/>
        </w:rPr>
        <w:t>reciproco</w:t>
      </w:r>
      <w:r w:rsidRPr="00E350F0">
        <w:rPr>
          <w:rFonts w:ascii="Arial" w:hAnsi="Arial" w:cs="Arial"/>
          <w:spacing w:val="4"/>
          <w:sz w:val="28"/>
          <w:szCs w:val="28"/>
        </w:rPr>
        <w:t>: vi condividete l’apprezzamento reciproco, oppure pensate che l’altro legga nella mente che lo apprezzate? Se non ve lo dite… presto ci saranno lamentele e malcontenti.</w:t>
      </w:r>
    </w:p>
    <w:p w:rsidR="00904747" w:rsidRPr="00E350F0" w:rsidRDefault="00904747" w:rsidP="00E350F0">
      <w:pPr>
        <w:pStyle w:val="Paragrafoelenco"/>
        <w:numPr>
          <w:ilvl w:val="0"/>
          <w:numId w:val="21"/>
        </w:numPr>
        <w:jc w:val="both"/>
        <w:rPr>
          <w:rFonts w:ascii="Arial" w:hAnsi="Arial" w:cs="Arial"/>
          <w:spacing w:val="4"/>
          <w:sz w:val="28"/>
          <w:szCs w:val="28"/>
        </w:rPr>
      </w:pPr>
      <w:r w:rsidRPr="00E350F0">
        <w:rPr>
          <w:rFonts w:ascii="Arial" w:hAnsi="Arial" w:cs="Arial"/>
          <w:b/>
          <w:spacing w:val="4"/>
          <w:sz w:val="28"/>
          <w:szCs w:val="28"/>
        </w:rPr>
        <w:t>Temperamento</w:t>
      </w:r>
      <w:r w:rsidR="0015652C" w:rsidRPr="00E350F0">
        <w:rPr>
          <w:rFonts w:ascii="Arial" w:hAnsi="Arial" w:cs="Arial"/>
          <w:spacing w:val="4"/>
          <w:sz w:val="28"/>
          <w:szCs w:val="28"/>
        </w:rPr>
        <w:t xml:space="preserve"> </w:t>
      </w:r>
      <w:r w:rsidR="0015652C" w:rsidRPr="00E350F0">
        <w:rPr>
          <w:rFonts w:ascii="Arial" w:hAnsi="Arial" w:cs="Arial"/>
          <w:b/>
          <w:spacing w:val="4"/>
          <w:sz w:val="28"/>
          <w:szCs w:val="28"/>
        </w:rPr>
        <w:t>razionale</w:t>
      </w:r>
      <w:r w:rsidRPr="00E350F0">
        <w:rPr>
          <w:rFonts w:ascii="Arial" w:hAnsi="Arial" w:cs="Arial"/>
          <w:spacing w:val="4"/>
          <w:sz w:val="28"/>
          <w:szCs w:val="28"/>
        </w:rPr>
        <w:t xml:space="preserve">: </w:t>
      </w:r>
      <w:r w:rsidR="00CB0381" w:rsidRPr="00E350F0">
        <w:rPr>
          <w:rFonts w:ascii="Arial" w:hAnsi="Arial" w:cs="Arial"/>
          <w:spacing w:val="4"/>
          <w:sz w:val="28"/>
          <w:szCs w:val="28"/>
        </w:rPr>
        <w:t xml:space="preserve">Nel caso uno fosse allegro e l’altro lunatico e introverso, potrebbe </w:t>
      </w:r>
      <w:r w:rsidR="00B101C2" w:rsidRPr="00E350F0">
        <w:rPr>
          <w:rFonts w:ascii="Arial" w:hAnsi="Arial" w:cs="Arial"/>
          <w:spacing w:val="4"/>
          <w:sz w:val="28"/>
          <w:szCs w:val="28"/>
        </w:rPr>
        <w:t xml:space="preserve">essere </w:t>
      </w:r>
      <w:r w:rsidR="00CB0381" w:rsidRPr="00E350F0">
        <w:rPr>
          <w:rFonts w:ascii="Arial" w:hAnsi="Arial" w:cs="Arial"/>
          <w:spacing w:val="4"/>
          <w:sz w:val="28"/>
          <w:szCs w:val="28"/>
        </w:rPr>
        <w:t>molto difficile convivere. Oppure, se uno fosse sanguigno e l’altro flemmatico!!!</w:t>
      </w:r>
    </w:p>
    <w:p w:rsidR="00B101C2" w:rsidRPr="00E350F0" w:rsidRDefault="00CB0381" w:rsidP="00E350F0">
      <w:pPr>
        <w:pStyle w:val="Paragrafoelenco"/>
        <w:numPr>
          <w:ilvl w:val="0"/>
          <w:numId w:val="21"/>
        </w:numPr>
        <w:jc w:val="both"/>
        <w:rPr>
          <w:rFonts w:ascii="Arial" w:hAnsi="Arial" w:cs="Arial"/>
          <w:spacing w:val="4"/>
          <w:sz w:val="28"/>
          <w:szCs w:val="28"/>
        </w:rPr>
      </w:pPr>
      <w:r w:rsidRPr="00E350F0">
        <w:rPr>
          <w:rFonts w:ascii="Arial" w:hAnsi="Arial" w:cs="Arial"/>
          <w:b/>
          <w:spacing w:val="4"/>
          <w:sz w:val="28"/>
          <w:szCs w:val="28"/>
        </w:rPr>
        <w:t>Ambiente culturale</w:t>
      </w:r>
      <w:r w:rsidR="0015652C" w:rsidRPr="00E350F0">
        <w:rPr>
          <w:rFonts w:ascii="Arial" w:hAnsi="Arial" w:cs="Arial"/>
          <w:spacing w:val="4"/>
          <w:sz w:val="28"/>
          <w:szCs w:val="28"/>
        </w:rPr>
        <w:t xml:space="preserve"> </w:t>
      </w:r>
      <w:r w:rsidR="0015652C" w:rsidRPr="00E350F0">
        <w:rPr>
          <w:rFonts w:ascii="Arial" w:hAnsi="Arial" w:cs="Arial"/>
          <w:b/>
          <w:spacing w:val="4"/>
          <w:sz w:val="28"/>
          <w:szCs w:val="28"/>
        </w:rPr>
        <w:t>simile</w:t>
      </w:r>
      <w:r w:rsidRPr="00E350F0">
        <w:rPr>
          <w:rFonts w:ascii="Arial" w:hAnsi="Arial" w:cs="Arial"/>
          <w:spacing w:val="4"/>
          <w:sz w:val="28"/>
          <w:szCs w:val="28"/>
        </w:rPr>
        <w:t xml:space="preserve">: provenendo da ambienti molto diversi, stareste a vostro agio in una cultura sociale diversa e nuova, che abbia una mentalità spirituale diversa? </w:t>
      </w:r>
    </w:p>
    <w:p w:rsidR="00CB0381" w:rsidRPr="00E350F0" w:rsidRDefault="00CB0381" w:rsidP="00E350F0">
      <w:pPr>
        <w:ind w:left="360"/>
        <w:jc w:val="both"/>
        <w:rPr>
          <w:rFonts w:ascii="Arial" w:hAnsi="Arial" w:cs="Arial"/>
          <w:spacing w:val="4"/>
          <w:sz w:val="28"/>
          <w:szCs w:val="28"/>
        </w:rPr>
      </w:pPr>
      <w:r w:rsidRPr="00E350F0">
        <w:rPr>
          <w:rFonts w:ascii="Arial" w:hAnsi="Arial" w:cs="Arial"/>
          <w:spacing w:val="4"/>
          <w:sz w:val="28"/>
          <w:szCs w:val="28"/>
        </w:rPr>
        <w:t>E se poi non foste a vostro agio?</w:t>
      </w:r>
    </w:p>
    <w:p w:rsidR="00CB0381" w:rsidRPr="00E350F0" w:rsidRDefault="00CB0381" w:rsidP="00E350F0">
      <w:pPr>
        <w:pStyle w:val="Paragrafoelenco"/>
        <w:numPr>
          <w:ilvl w:val="0"/>
          <w:numId w:val="21"/>
        </w:numPr>
        <w:jc w:val="both"/>
        <w:rPr>
          <w:rFonts w:ascii="Arial" w:hAnsi="Arial" w:cs="Arial"/>
          <w:spacing w:val="4"/>
          <w:sz w:val="28"/>
          <w:szCs w:val="28"/>
        </w:rPr>
      </w:pPr>
      <w:r w:rsidRPr="00E350F0">
        <w:rPr>
          <w:rFonts w:ascii="Arial" w:hAnsi="Arial" w:cs="Arial"/>
          <w:b/>
          <w:spacing w:val="4"/>
          <w:sz w:val="28"/>
          <w:szCs w:val="28"/>
        </w:rPr>
        <w:t>Visione spirituale</w:t>
      </w:r>
      <w:r w:rsidR="0015652C" w:rsidRPr="00E350F0">
        <w:rPr>
          <w:rFonts w:ascii="Arial" w:hAnsi="Arial" w:cs="Arial"/>
          <w:b/>
          <w:spacing w:val="4"/>
          <w:sz w:val="28"/>
          <w:szCs w:val="28"/>
        </w:rPr>
        <w:t xml:space="preserve"> comune</w:t>
      </w:r>
      <w:r w:rsidRPr="00E350F0">
        <w:rPr>
          <w:rFonts w:ascii="Arial" w:hAnsi="Arial" w:cs="Arial"/>
          <w:spacing w:val="4"/>
          <w:sz w:val="28"/>
          <w:szCs w:val="28"/>
        </w:rPr>
        <w:t>: siete entrambi membri di una chiesa simile che abbia radici comuni, valori e presupposti comuni, visioni di servizio comuni? Non ci si sposa solo per condividere il letto o il tetto!</w:t>
      </w:r>
    </w:p>
    <w:p w:rsidR="00B101C2" w:rsidRPr="00E350F0" w:rsidRDefault="00B101C2" w:rsidP="00E350F0">
      <w:pPr>
        <w:ind w:left="360"/>
        <w:jc w:val="both"/>
        <w:rPr>
          <w:rFonts w:ascii="Arial" w:hAnsi="Arial" w:cs="Arial"/>
          <w:spacing w:val="4"/>
          <w:sz w:val="28"/>
          <w:szCs w:val="28"/>
        </w:rPr>
      </w:pPr>
      <w:proofErr w:type="gramStart"/>
      <w:r w:rsidRPr="00E350F0">
        <w:rPr>
          <w:rFonts w:ascii="Arial" w:hAnsi="Arial" w:cs="Arial"/>
          <w:spacing w:val="4"/>
          <w:sz w:val="28"/>
          <w:szCs w:val="28"/>
        </w:rPr>
        <w:t>E’</w:t>
      </w:r>
      <w:proofErr w:type="gramEnd"/>
      <w:r w:rsidRPr="00E350F0">
        <w:rPr>
          <w:rFonts w:ascii="Arial" w:hAnsi="Arial" w:cs="Arial"/>
          <w:spacing w:val="4"/>
          <w:sz w:val="28"/>
          <w:szCs w:val="28"/>
        </w:rPr>
        <w:t xml:space="preserve"> un grave errore pensare che “</w:t>
      </w:r>
      <w:r w:rsidRPr="00E350F0">
        <w:rPr>
          <w:rFonts w:ascii="Arial" w:hAnsi="Arial" w:cs="Arial"/>
          <w:i/>
          <w:spacing w:val="4"/>
          <w:sz w:val="28"/>
          <w:szCs w:val="28"/>
        </w:rPr>
        <w:t>poi l’altro cambierà</w:t>
      </w:r>
      <w:r w:rsidRPr="00E350F0">
        <w:rPr>
          <w:rFonts w:ascii="Arial" w:hAnsi="Arial" w:cs="Arial"/>
          <w:spacing w:val="4"/>
          <w:sz w:val="28"/>
          <w:szCs w:val="28"/>
        </w:rPr>
        <w:t>”!</w:t>
      </w:r>
    </w:p>
    <w:p w:rsidR="008A0481" w:rsidRPr="00E350F0" w:rsidRDefault="00CB0381" w:rsidP="00E350F0">
      <w:pPr>
        <w:pStyle w:val="Paragrafoelenco"/>
        <w:numPr>
          <w:ilvl w:val="0"/>
          <w:numId w:val="21"/>
        </w:numPr>
        <w:jc w:val="both"/>
        <w:rPr>
          <w:rFonts w:ascii="Arial" w:hAnsi="Arial" w:cs="Arial"/>
          <w:spacing w:val="4"/>
          <w:sz w:val="28"/>
          <w:szCs w:val="28"/>
        </w:rPr>
      </w:pPr>
      <w:r w:rsidRPr="00E350F0">
        <w:rPr>
          <w:rFonts w:ascii="Arial" w:hAnsi="Arial" w:cs="Arial"/>
          <w:b/>
          <w:spacing w:val="4"/>
          <w:sz w:val="28"/>
          <w:szCs w:val="28"/>
        </w:rPr>
        <w:t>Visione sociale</w:t>
      </w:r>
      <w:r w:rsidR="0015652C" w:rsidRPr="00E350F0">
        <w:rPr>
          <w:rFonts w:ascii="Arial" w:hAnsi="Arial" w:cs="Arial"/>
          <w:b/>
          <w:spacing w:val="4"/>
          <w:sz w:val="28"/>
          <w:szCs w:val="28"/>
        </w:rPr>
        <w:t xml:space="preserve"> comune</w:t>
      </w:r>
      <w:r w:rsidRPr="00E350F0">
        <w:rPr>
          <w:rFonts w:ascii="Arial" w:hAnsi="Arial" w:cs="Arial"/>
          <w:spacing w:val="4"/>
          <w:sz w:val="28"/>
          <w:szCs w:val="28"/>
        </w:rPr>
        <w:t xml:space="preserve">: avete una visione sociale simile, oppure uno si orienta a destra e l’altro a sinistra? Uno si orienta per l’inclusione e l’altro per l’esclusione? Sareste in grado di mediare tali differenze? </w:t>
      </w:r>
    </w:p>
    <w:sectPr w:rsidR="008A0481" w:rsidRPr="00E350F0" w:rsidSect="00C969DA">
      <w:footerReference w:type="default" r:id="rId9"/>
      <w:headerReference w:type="first" r:id="rId10"/>
      <w:footerReference w:type="first" r:id="rId11"/>
      <w:type w:val="nextColumn"/>
      <w:pgSz w:w="11907" w:h="16840" w:code="9"/>
      <w:pgMar w:top="567" w:right="567" w:bottom="567" w:left="567" w:header="284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37C2" w:rsidRDefault="00E737C2" w:rsidP="00CD1748">
      <w:r>
        <w:separator/>
      </w:r>
    </w:p>
  </w:endnote>
  <w:endnote w:type="continuationSeparator" w:id="0">
    <w:p w:rsidR="00E737C2" w:rsidRDefault="00E737C2" w:rsidP="00CD17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43566284"/>
      <w:docPartObj>
        <w:docPartGallery w:val="Page Numbers (Bottom of Page)"/>
        <w:docPartUnique/>
      </w:docPartObj>
    </w:sdtPr>
    <w:sdtEndPr/>
    <w:sdtContent>
      <w:p w:rsidR="00CD1748" w:rsidRDefault="00F75B52">
        <w:pPr>
          <w:pStyle w:val="Pidipagina"/>
          <w:jc w:val="right"/>
        </w:pPr>
        <w:r>
          <w:fldChar w:fldCharType="begin"/>
        </w:r>
        <w:r w:rsidR="00CD1748">
          <w:instrText>PAGE   \* MERGEFORMAT</w:instrText>
        </w:r>
        <w:r>
          <w:fldChar w:fldCharType="separate"/>
        </w:r>
        <w:r w:rsidR="00E350F0">
          <w:rPr>
            <w:noProof/>
          </w:rPr>
          <w:t>2</w:t>
        </w:r>
        <w:r>
          <w:fldChar w:fldCharType="end"/>
        </w:r>
      </w:p>
    </w:sdtContent>
  </w:sdt>
  <w:p w:rsidR="00CD1748" w:rsidRDefault="00CD174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6223" w:rsidRDefault="00006223">
    <w:pPr>
      <w:pStyle w:val="Pidipagina"/>
      <w:jc w:val="right"/>
    </w:pPr>
  </w:p>
  <w:p w:rsidR="0067013E" w:rsidRDefault="0067013E" w:rsidP="00B20914">
    <w:pPr>
      <w:pStyle w:val="Pidipagina"/>
      <w:ind w:right="1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37C2" w:rsidRDefault="00E737C2" w:rsidP="00CD1748">
      <w:r>
        <w:separator/>
      </w:r>
    </w:p>
  </w:footnote>
  <w:footnote w:type="continuationSeparator" w:id="0">
    <w:p w:rsidR="00E737C2" w:rsidRDefault="00E737C2" w:rsidP="00CD17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13E" w:rsidRDefault="0067013E" w:rsidP="00AE0538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10.5pt;height:10.5pt" o:bullet="t">
        <v:imagedata r:id="rId1" o:title="msoD4BD"/>
      </v:shape>
    </w:pict>
  </w:numPicBullet>
  <w:abstractNum w:abstractNumId="0" w15:restartNumberingAfterBreak="0">
    <w:nsid w:val="0BA43480"/>
    <w:multiLevelType w:val="hybridMultilevel"/>
    <w:tmpl w:val="93F23BCA"/>
    <w:lvl w:ilvl="0" w:tplc="580061C4">
      <w:start w:val="7"/>
      <w:numFmt w:val="ordin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E96A0D"/>
    <w:multiLevelType w:val="hybridMultilevel"/>
    <w:tmpl w:val="A01E4B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553000"/>
    <w:multiLevelType w:val="hybridMultilevel"/>
    <w:tmpl w:val="4F7807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846BBE"/>
    <w:multiLevelType w:val="hybridMultilevel"/>
    <w:tmpl w:val="404E52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C878EA"/>
    <w:multiLevelType w:val="hybridMultilevel"/>
    <w:tmpl w:val="D97638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7A7E5F"/>
    <w:multiLevelType w:val="hybridMultilevel"/>
    <w:tmpl w:val="A6C6A8A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FB0068D"/>
    <w:multiLevelType w:val="hybridMultilevel"/>
    <w:tmpl w:val="92C644C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9D40BAA"/>
    <w:multiLevelType w:val="hybridMultilevel"/>
    <w:tmpl w:val="405A22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F734A8"/>
    <w:multiLevelType w:val="hybridMultilevel"/>
    <w:tmpl w:val="B4D6E3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C40585"/>
    <w:multiLevelType w:val="hybridMultilevel"/>
    <w:tmpl w:val="CC9AB7AE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2303FDA"/>
    <w:multiLevelType w:val="hybridMultilevel"/>
    <w:tmpl w:val="7AA0ED48"/>
    <w:lvl w:ilvl="0" w:tplc="04100007">
      <w:start w:val="1"/>
      <w:numFmt w:val="bullet"/>
      <w:lvlText w:val=""/>
      <w:lvlPicBulletId w:val="0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5D375268"/>
    <w:multiLevelType w:val="hybridMultilevel"/>
    <w:tmpl w:val="58C85A38"/>
    <w:lvl w:ilvl="0" w:tplc="B9CAF932">
      <w:start w:val="1"/>
      <w:numFmt w:val="ordin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FD542E6"/>
    <w:multiLevelType w:val="hybridMultilevel"/>
    <w:tmpl w:val="54F834C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FE17A6A"/>
    <w:multiLevelType w:val="hybridMultilevel"/>
    <w:tmpl w:val="29CE11CA"/>
    <w:lvl w:ilvl="0" w:tplc="0410000F">
      <w:start w:val="1"/>
      <w:numFmt w:val="decimal"/>
      <w:lvlText w:val="%1."/>
      <w:lvlJc w:val="left"/>
      <w:pPr>
        <w:ind w:left="849" w:hanging="360"/>
      </w:pPr>
    </w:lvl>
    <w:lvl w:ilvl="1" w:tplc="04100019" w:tentative="1">
      <w:start w:val="1"/>
      <w:numFmt w:val="lowerLetter"/>
      <w:lvlText w:val="%2."/>
      <w:lvlJc w:val="left"/>
      <w:pPr>
        <w:ind w:left="1569" w:hanging="360"/>
      </w:pPr>
    </w:lvl>
    <w:lvl w:ilvl="2" w:tplc="0410001B" w:tentative="1">
      <w:start w:val="1"/>
      <w:numFmt w:val="lowerRoman"/>
      <w:lvlText w:val="%3."/>
      <w:lvlJc w:val="right"/>
      <w:pPr>
        <w:ind w:left="2289" w:hanging="180"/>
      </w:pPr>
    </w:lvl>
    <w:lvl w:ilvl="3" w:tplc="0410000F" w:tentative="1">
      <w:start w:val="1"/>
      <w:numFmt w:val="decimal"/>
      <w:lvlText w:val="%4."/>
      <w:lvlJc w:val="left"/>
      <w:pPr>
        <w:ind w:left="3009" w:hanging="360"/>
      </w:pPr>
    </w:lvl>
    <w:lvl w:ilvl="4" w:tplc="04100019" w:tentative="1">
      <w:start w:val="1"/>
      <w:numFmt w:val="lowerLetter"/>
      <w:lvlText w:val="%5."/>
      <w:lvlJc w:val="left"/>
      <w:pPr>
        <w:ind w:left="3729" w:hanging="360"/>
      </w:pPr>
    </w:lvl>
    <w:lvl w:ilvl="5" w:tplc="0410001B" w:tentative="1">
      <w:start w:val="1"/>
      <w:numFmt w:val="lowerRoman"/>
      <w:lvlText w:val="%6."/>
      <w:lvlJc w:val="right"/>
      <w:pPr>
        <w:ind w:left="4449" w:hanging="180"/>
      </w:pPr>
    </w:lvl>
    <w:lvl w:ilvl="6" w:tplc="0410000F" w:tentative="1">
      <w:start w:val="1"/>
      <w:numFmt w:val="decimal"/>
      <w:lvlText w:val="%7."/>
      <w:lvlJc w:val="left"/>
      <w:pPr>
        <w:ind w:left="5169" w:hanging="360"/>
      </w:pPr>
    </w:lvl>
    <w:lvl w:ilvl="7" w:tplc="04100019" w:tentative="1">
      <w:start w:val="1"/>
      <w:numFmt w:val="lowerLetter"/>
      <w:lvlText w:val="%8."/>
      <w:lvlJc w:val="left"/>
      <w:pPr>
        <w:ind w:left="5889" w:hanging="360"/>
      </w:pPr>
    </w:lvl>
    <w:lvl w:ilvl="8" w:tplc="0410001B" w:tentative="1">
      <w:start w:val="1"/>
      <w:numFmt w:val="lowerRoman"/>
      <w:lvlText w:val="%9."/>
      <w:lvlJc w:val="right"/>
      <w:pPr>
        <w:ind w:left="6609" w:hanging="180"/>
      </w:pPr>
    </w:lvl>
  </w:abstractNum>
  <w:abstractNum w:abstractNumId="14" w15:restartNumberingAfterBreak="0">
    <w:nsid w:val="681362AF"/>
    <w:multiLevelType w:val="hybridMultilevel"/>
    <w:tmpl w:val="53820EB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AC1B95"/>
    <w:multiLevelType w:val="hybridMultilevel"/>
    <w:tmpl w:val="C248BA3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043C80"/>
    <w:multiLevelType w:val="hybridMultilevel"/>
    <w:tmpl w:val="79FC465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1BC0B56"/>
    <w:multiLevelType w:val="hybridMultilevel"/>
    <w:tmpl w:val="1CFAFF88"/>
    <w:lvl w:ilvl="0" w:tplc="0410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8" w15:restartNumberingAfterBreak="0">
    <w:nsid w:val="752E36FB"/>
    <w:multiLevelType w:val="hybridMultilevel"/>
    <w:tmpl w:val="FF6426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053C44"/>
    <w:multiLevelType w:val="hybridMultilevel"/>
    <w:tmpl w:val="5F407D64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0" w15:restartNumberingAfterBreak="0">
    <w:nsid w:val="78430787"/>
    <w:multiLevelType w:val="hybridMultilevel"/>
    <w:tmpl w:val="108875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750261"/>
    <w:multiLevelType w:val="hybridMultilevel"/>
    <w:tmpl w:val="E8FA71D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5"/>
  </w:num>
  <w:num w:numId="3">
    <w:abstractNumId w:val="5"/>
  </w:num>
  <w:num w:numId="4">
    <w:abstractNumId w:val="16"/>
  </w:num>
  <w:num w:numId="5">
    <w:abstractNumId w:val="17"/>
  </w:num>
  <w:num w:numId="6">
    <w:abstractNumId w:val="6"/>
  </w:num>
  <w:num w:numId="7">
    <w:abstractNumId w:val="1"/>
  </w:num>
  <w:num w:numId="8">
    <w:abstractNumId w:val="10"/>
  </w:num>
  <w:num w:numId="9">
    <w:abstractNumId w:val="2"/>
  </w:num>
  <w:num w:numId="10">
    <w:abstractNumId w:val="20"/>
  </w:num>
  <w:num w:numId="11">
    <w:abstractNumId w:val="13"/>
  </w:num>
  <w:num w:numId="12">
    <w:abstractNumId w:val="7"/>
  </w:num>
  <w:num w:numId="13">
    <w:abstractNumId w:val="21"/>
  </w:num>
  <w:num w:numId="14">
    <w:abstractNumId w:val="14"/>
  </w:num>
  <w:num w:numId="15">
    <w:abstractNumId w:val="11"/>
  </w:num>
  <w:num w:numId="16">
    <w:abstractNumId w:val="0"/>
  </w:num>
  <w:num w:numId="17">
    <w:abstractNumId w:val="4"/>
  </w:num>
  <w:num w:numId="18">
    <w:abstractNumId w:val="9"/>
  </w:num>
  <w:num w:numId="19">
    <w:abstractNumId w:val="19"/>
  </w:num>
  <w:num w:numId="20">
    <w:abstractNumId w:val="3"/>
  </w:num>
  <w:num w:numId="21">
    <w:abstractNumId w:val="12"/>
  </w:num>
  <w:num w:numId="22">
    <w:abstractNumId w:val="1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0BE"/>
    <w:rsid w:val="00004084"/>
    <w:rsid w:val="00006223"/>
    <w:rsid w:val="00007A76"/>
    <w:rsid w:val="0002756B"/>
    <w:rsid w:val="00035A87"/>
    <w:rsid w:val="00037591"/>
    <w:rsid w:val="00037639"/>
    <w:rsid w:val="0004003B"/>
    <w:rsid w:val="0004497C"/>
    <w:rsid w:val="00045E57"/>
    <w:rsid w:val="00046546"/>
    <w:rsid w:val="00047137"/>
    <w:rsid w:val="00057FA5"/>
    <w:rsid w:val="000647F1"/>
    <w:rsid w:val="00070740"/>
    <w:rsid w:val="00070E69"/>
    <w:rsid w:val="00077561"/>
    <w:rsid w:val="000875C9"/>
    <w:rsid w:val="00090AAC"/>
    <w:rsid w:val="000D523C"/>
    <w:rsid w:val="000D7E78"/>
    <w:rsid w:val="000E0CF1"/>
    <w:rsid w:val="000E71C3"/>
    <w:rsid w:val="00101B55"/>
    <w:rsid w:val="001022BC"/>
    <w:rsid w:val="00107EF2"/>
    <w:rsid w:val="00135D96"/>
    <w:rsid w:val="0013642B"/>
    <w:rsid w:val="00141B5E"/>
    <w:rsid w:val="00142959"/>
    <w:rsid w:val="00143E1F"/>
    <w:rsid w:val="0015652C"/>
    <w:rsid w:val="0016304D"/>
    <w:rsid w:val="001676EF"/>
    <w:rsid w:val="0017228D"/>
    <w:rsid w:val="001726B9"/>
    <w:rsid w:val="001874D1"/>
    <w:rsid w:val="001B4108"/>
    <w:rsid w:val="001C042B"/>
    <w:rsid w:val="001C157C"/>
    <w:rsid w:val="001D0D35"/>
    <w:rsid w:val="001E7FBB"/>
    <w:rsid w:val="001F0E44"/>
    <w:rsid w:val="001F7DE6"/>
    <w:rsid w:val="0020278F"/>
    <w:rsid w:val="0021394C"/>
    <w:rsid w:val="002240BE"/>
    <w:rsid w:val="00230AD0"/>
    <w:rsid w:val="00245C07"/>
    <w:rsid w:val="00247B81"/>
    <w:rsid w:val="00247C77"/>
    <w:rsid w:val="002515C2"/>
    <w:rsid w:val="00257890"/>
    <w:rsid w:val="00277BDD"/>
    <w:rsid w:val="002871C2"/>
    <w:rsid w:val="0029780C"/>
    <w:rsid w:val="002A74DD"/>
    <w:rsid w:val="002A7D50"/>
    <w:rsid w:val="002B53F9"/>
    <w:rsid w:val="002B572C"/>
    <w:rsid w:val="002B7379"/>
    <w:rsid w:val="002C10CA"/>
    <w:rsid w:val="002D1550"/>
    <w:rsid w:val="002D3779"/>
    <w:rsid w:val="002E2157"/>
    <w:rsid w:val="002E643A"/>
    <w:rsid w:val="002E7C68"/>
    <w:rsid w:val="002F133B"/>
    <w:rsid w:val="002F4B43"/>
    <w:rsid w:val="0032028F"/>
    <w:rsid w:val="00327DFA"/>
    <w:rsid w:val="003304DD"/>
    <w:rsid w:val="0033333C"/>
    <w:rsid w:val="00334255"/>
    <w:rsid w:val="003378AE"/>
    <w:rsid w:val="00337C81"/>
    <w:rsid w:val="00342637"/>
    <w:rsid w:val="00343D5C"/>
    <w:rsid w:val="00353F65"/>
    <w:rsid w:val="003577A6"/>
    <w:rsid w:val="00364B65"/>
    <w:rsid w:val="00365BB7"/>
    <w:rsid w:val="00374521"/>
    <w:rsid w:val="003922BA"/>
    <w:rsid w:val="00393FA2"/>
    <w:rsid w:val="0039574C"/>
    <w:rsid w:val="003A098A"/>
    <w:rsid w:val="003A5142"/>
    <w:rsid w:val="003A687C"/>
    <w:rsid w:val="003C15B0"/>
    <w:rsid w:val="003C6409"/>
    <w:rsid w:val="003C7B99"/>
    <w:rsid w:val="003D05BF"/>
    <w:rsid w:val="003D2040"/>
    <w:rsid w:val="003E2440"/>
    <w:rsid w:val="003E2D09"/>
    <w:rsid w:val="003E6451"/>
    <w:rsid w:val="003F5A0F"/>
    <w:rsid w:val="003F5EE1"/>
    <w:rsid w:val="004013BA"/>
    <w:rsid w:val="00402D02"/>
    <w:rsid w:val="00404C57"/>
    <w:rsid w:val="0041494C"/>
    <w:rsid w:val="00416F86"/>
    <w:rsid w:val="004259A0"/>
    <w:rsid w:val="00431DA1"/>
    <w:rsid w:val="00434064"/>
    <w:rsid w:val="00434397"/>
    <w:rsid w:val="004425ED"/>
    <w:rsid w:val="00482768"/>
    <w:rsid w:val="00484B42"/>
    <w:rsid w:val="004916A1"/>
    <w:rsid w:val="004B3E2C"/>
    <w:rsid w:val="004C3290"/>
    <w:rsid w:val="004D26FF"/>
    <w:rsid w:val="004E1366"/>
    <w:rsid w:val="004F362D"/>
    <w:rsid w:val="004F73D0"/>
    <w:rsid w:val="00505ABB"/>
    <w:rsid w:val="00522577"/>
    <w:rsid w:val="0052657E"/>
    <w:rsid w:val="00532662"/>
    <w:rsid w:val="0053335D"/>
    <w:rsid w:val="005458D6"/>
    <w:rsid w:val="00557A7B"/>
    <w:rsid w:val="00571F6B"/>
    <w:rsid w:val="00583CEA"/>
    <w:rsid w:val="00587934"/>
    <w:rsid w:val="005A0470"/>
    <w:rsid w:val="005A334A"/>
    <w:rsid w:val="005B156F"/>
    <w:rsid w:val="005C738C"/>
    <w:rsid w:val="005D4FC7"/>
    <w:rsid w:val="005D6CBC"/>
    <w:rsid w:val="005E4E29"/>
    <w:rsid w:val="0060673D"/>
    <w:rsid w:val="00613D44"/>
    <w:rsid w:val="00630416"/>
    <w:rsid w:val="006445B7"/>
    <w:rsid w:val="006505CD"/>
    <w:rsid w:val="00664EEE"/>
    <w:rsid w:val="0067013E"/>
    <w:rsid w:val="006829E2"/>
    <w:rsid w:val="00687B9A"/>
    <w:rsid w:val="006A625A"/>
    <w:rsid w:val="006B44E2"/>
    <w:rsid w:val="006C1B8C"/>
    <w:rsid w:val="006E2E46"/>
    <w:rsid w:val="006E7D39"/>
    <w:rsid w:val="006F3D90"/>
    <w:rsid w:val="006F6106"/>
    <w:rsid w:val="00703521"/>
    <w:rsid w:val="00734CA4"/>
    <w:rsid w:val="00767F3E"/>
    <w:rsid w:val="00774B91"/>
    <w:rsid w:val="007803E4"/>
    <w:rsid w:val="0079748B"/>
    <w:rsid w:val="007A13F6"/>
    <w:rsid w:val="007B3AB6"/>
    <w:rsid w:val="007B4E8A"/>
    <w:rsid w:val="007E2ABA"/>
    <w:rsid w:val="007F0871"/>
    <w:rsid w:val="008072A6"/>
    <w:rsid w:val="00820928"/>
    <w:rsid w:val="00824C9B"/>
    <w:rsid w:val="0082587A"/>
    <w:rsid w:val="00871B3E"/>
    <w:rsid w:val="00883D12"/>
    <w:rsid w:val="008945C4"/>
    <w:rsid w:val="008A0481"/>
    <w:rsid w:val="008A2900"/>
    <w:rsid w:val="008A62CA"/>
    <w:rsid w:val="008A79CE"/>
    <w:rsid w:val="008B1014"/>
    <w:rsid w:val="008B38D1"/>
    <w:rsid w:val="008B3C8F"/>
    <w:rsid w:val="008B508C"/>
    <w:rsid w:val="008C0DDC"/>
    <w:rsid w:val="008C6F89"/>
    <w:rsid w:val="008D0BBA"/>
    <w:rsid w:val="008D2334"/>
    <w:rsid w:val="008E0F2D"/>
    <w:rsid w:val="008E2E55"/>
    <w:rsid w:val="008F0431"/>
    <w:rsid w:val="00904747"/>
    <w:rsid w:val="00905B43"/>
    <w:rsid w:val="00922B30"/>
    <w:rsid w:val="009278E7"/>
    <w:rsid w:val="00931DDC"/>
    <w:rsid w:val="0093288D"/>
    <w:rsid w:val="009453D6"/>
    <w:rsid w:val="0095465E"/>
    <w:rsid w:val="00956DF9"/>
    <w:rsid w:val="00957A16"/>
    <w:rsid w:val="00963C25"/>
    <w:rsid w:val="00973D54"/>
    <w:rsid w:val="00990C86"/>
    <w:rsid w:val="00994DAC"/>
    <w:rsid w:val="009A5501"/>
    <w:rsid w:val="009B1242"/>
    <w:rsid w:val="009B37C6"/>
    <w:rsid w:val="009C4AFC"/>
    <w:rsid w:val="009C500A"/>
    <w:rsid w:val="009D6859"/>
    <w:rsid w:val="00A22366"/>
    <w:rsid w:val="00A31B5C"/>
    <w:rsid w:val="00A376E1"/>
    <w:rsid w:val="00A4266A"/>
    <w:rsid w:val="00A54FF5"/>
    <w:rsid w:val="00A57A9A"/>
    <w:rsid w:val="00A6288A"/>
    <w:rsid w:val="00A6530D"/>
    <w:rsid w:val="00A742F2"/>
    <w:rsid w:val="00A75EE9"/>
    <w:rsid w:val="00A9186D"/>
    <w:rsid w:val="00A935A5"/>
    <w:rsid w:val="00A93BEE"/>
    <w:rsid w:val="00A9427B"/>
    <w:rsid w:val="00AA47C8"/>
    <w:rsid w:val="00AA73A8"/>
    <w:rsid w:val="00AB00E7"/>
    <w:rsid w:val="00AC1D90"/>
    <w:rsid w:val="00AC5675"/>
    <w:rsid w:val="00AD32F3"/>
    <w:rsid w:val="00AE0538"/>
    <w:rsid w:val="00AE412B"/>
    <w:rsid w:val="00AE5108"/>
    <w:rsid w:val="00AF0F53"/>
    <w:rsid w:val="00AF6ACF"/>
    <w:rsid w:val="00B02577"/>
    <w:rsid w:val="00B101C2"/>
    <w:rsid w:val="00B20914"/>
    <w:rsid w:val="00B33293"/>
    <w:rsid w:val="00B3446C"/>
    <w:rsid w:val="00B34D4E"/>
    <w:rsid w:val="00B4410E"/>
    <w:rsid w:val="00B60CD5"/>
    <w:rsid w:val="00B73A62"/>
    <w:rsid w:val="00B77BAF"/>
    <w:rsid w:val="00B82AE5"/>
    <w:rsid w:val="00B9245C"/>
    <w:rsid w:val="00BC34EE"/>
    <w:rsid w:val="00BD17A7"/>
    <w:rsid w:val="00BD1FFA"/>
    <w:rsid w:val="00BD225F"/>
    <w:rsid w:val="00BD3588"/>
    <w:rsid w:val="00BD3D7A"/>
    <w:rsid w:val="00BD56AA"/>
    <w:rsid w:val="00BE20FE"/>
    <w:rsid w:val="00BE264B"/>
    <w:rsid w:val="00BE43D6"/>
    <w:rsid w:val="00BE49E5"/>
    <w:rsid w:val="00BF1CE5"/>
    <w:rsid w:val="00C2016E"/>
    <w:rsid w:val="00C3558D"/>
    <w:rsid w:val="00C362D9"/>
    <w:rsid w:val="00C46A5A"/>
    <w:rsid w:val="00C67CAC"/>
    <w:rsid w:val="00C73A5F"/>
    <w:rsid w:val="00C73D0A"/>
    <w:rsid w:val="00C86148"/>
    <w:rsid w:val="00C94D68"/>
    <w:rsid w:val="00C969DA"/>
    <w:rsid w:val="00C978C3"/>
    <w:rsid w:val="00CA1265"/>
    <w:rsid w:val="00CA33F1"/>
    <w:rsid w:val="00CA403E"/>
    <w:rsid w:val="00CA4956"/>
    <w:rsid w:val="00CB0381"/>
    <w:rsid w:val="00CB14FE"/>
    <w:rsid w:val="00CB4B62"/>
    <w:rsid w:val="00CC2C0B"/>
    <w:rsid w:val="00CD1748"/>
    <w:rsid w:val="00CE3A0C"/>
    <w:rsid w:val="00CF016C"/>
    <w:rsid w:val="00CF2C1D"/>
    <w:rsid w:val="00CF367F"/>
    <w:rsid w:val="00CF5E6B"/>
    <w:rsid w:val="00D02541"/>
    <w:rsid w:val="00D07866"/>
    <w:rsid w:val="00D122FF"/>
    <w:rsid w:val="00D13D24"/>
    <w:rsid w:val="00D167CB"/>
    <w:rsid w:val="00D21528"/>
    <w:rsid w:val="00D23966"/>
    <w:rsid w:val="00D27F81"/>
    <w:rsid w:val="00D50009"/>
    <w:rsid w:val="00D77B84"/>
    <w:rsid w:val="00D941A7"/>
    <w:rsid w:val="00DA7C04"/>
    <w:rsid w:val="00DB0A71"/>
    <w:rsid w:val="00DB526C"/>
    <w:rsid w:val="00DB5527"/>
    <w:rsid w:val="00DE0B44"/>
    <w:rsid w:val="00DF607B"/>
    <w:rsid w:val="00E03A63"/>
    <w:rsid w:val="00E06463"/>
    <w:rsid w:val="00E10C05"/>
    <w:rsid w:val="00E10FD5"/>
    <w:rsid w:val="00E13200"/>
    <w:rsid w:val="00E14D15"/>
    <w:rsid w:val="00E158D9"/>
    <w:rsid w:val="00E25FF7"/>
    <w:rsid w:val="00E3011A"/>
    <w:rsid w:val="00E350F0"/>
    <w:rsid w:val="00E4017F"/>
    <w:rsid w:val="00E50C95"/>
    <w:rsid w:val="00E54E20"/>
    <w:rsid w:val="00E64C5D"/>
    <w:rsid w:val="00E71BAD"/>
    <w:rsid w:val="00E737C2"/>
    <w:rsid w:val="00E819D0"/>
    <w:rsid w:val="00E841EE"/>
    <w:rsid w:val="00E87073"/>
    <w:rsid w:val="00E94D9D"/>
    <w:rsid w:val="00E974F6"/>
    <w:rsid w:val="00EA2441"/>
    <w:rsid w:val="00EA4890"/>
    <w:rsid w:val="00EB12A5"/>
    <w:rsid w:val="00EC09E3"/>
    <w:rsid w:val="00ED05CF"/>
    <w:rsid w:val="00ED5088"/>
    <w:rsid w:val="00EE5741"/>
    <w:rsid w:val="00EF510A"/>
    <w:rsid w:val="00F30ACC"/>
    <w:rsid w:val="00F32B72"/>
    <w:rsid w:val="00F35C58"/>
    <w:rsid w:val="00F476F2"/>
    <w:rsid w:val="00F51947"/>
    <w:rsid w:val="00F5728B"/>
    <w:rsid w:val="00F612B4"/>
    <w:rsid w:val="00F75B52"/>
    <w:rsid w:val="00F97499"/>
    <w:rsid w:val="00FA0469"/>
    <w:rsid w:val="00FA0A2C"/>
    <w:rsid w:val="00FA421F"/>
    <w:rsid w:val="00FA6E79"/>
    <w:rsid w:val="00FB1B98"/>
    <w:rsid w:val="00FC27C6"/>
    <w:rsid w:val="00FD3395"/>
    <w:rsid w:val="00FD7EC3"/>
    <w:rsid w:val="00FE3C41"/>
    <w:rsid w:val="00FE6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6D44D2"/>
  <w15:docId w15:val="{AAD8D2AD-92FA-40D0-9C01-868DAD5C8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A244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43E1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D174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1748"/>
    <w:rPr>
      <w:rFonts w:ascii="Times New Roman" w:eastAsia="Calibri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D174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1748"/>
    <w:rPr>
      <w:rFonts w:ascii="Times New Roman" w:eastAsia="Calibri" w:hAnsi="Times New Roman" w:cs="Times New Roman"/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E94D9D"/>
    <w:rPr>
      <w:rFonts w:ascii="Arial" w:eastAsiaTheme="minorHAnsi" w:hAnsi="Arial" w:cstheme="minorBidi"/>
      <w:kern w:val="24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E94D9D"/>
    <w:rPr>
      <w:rFonts w:ascii="Arial" w:hAnsi="Arial"/>
      <w:kern w:val="24"/>
      <w:sz w:val="24"/>
      <w:szCs w:val="2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10FD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10FD5"/>
    <w:rPr>
      <w:rFonts w:ascii="Segoe UI" w:eastAsia="Calibri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78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04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75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66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133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121289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631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81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41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270981">
                      <w:marLeft w:val="0"/>
                      <w:marRight w:val="75"/>
                      <w:marTop w:val="75"/>
                      <w:marBottom w:val="75"/>
                      <w:divBdr>
                        <w:top w:val="single" w:sz="6" w:space="4" w:color="000000"/>
                        <w:left w:val="single" w:sz="6" w:space="4" w:color="000000"/>
                        <w:bottom w:val="single" w:sz="6" w:space="4" w:color="000000"/>
                        <w:right w:val="single" w:sz="6" w:space="4" w:color="000000"/>
                      </w:divBdr>
                    </w:div>
                  </w:divsChild>
                </w:div>
              </w:divsChild>
            </w:div>
          </w:divsChild>
        </w:div>
        <w:div w:id="90734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62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78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02778">
          <w:marLeft w:val="0"/>
          <w:marRight w:val="0"/>
          <w:marTop w:val="75"/>
          <w:marBottom w:val="45"/>
          <w:divBdr>
            <w:top w:val="single" w:sz="6" w:space="0" w:color="E3E3E3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36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77116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38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57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6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49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8074">
          <w:marLeft w:val="0"/>
          <w:marRight w:val="0"/>
          <w:marTop w:val="75"/>
          <w:marBottom w:val="45"/>
          <w:divBdr>
            <w:top w:val="single" w:sz="6" w:space="0" w:color="E3E3E3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5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161239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660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235947">
                      <w:marLeft w:val="2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6337195">
              <w:marLeft w:val="28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9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1103110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72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7587746">
                      <w:marLeft w:val="2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5624910">
              <w:marLeft w:val="28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11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94210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66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051465">
                      <w:marLeft w:val="2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9315751">
              <w:marLeft w:val="28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28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25310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58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08379">
                      <w:marLeft w:val="2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cobot\Documents\MODELL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MODELLO</Template>
  <TotalTime>371</TotalTime>
  <Pages>2</Pages>
  <Words>584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Recobot</dc:creator>
  <cp:keywords/>
  <dc:description/>
  <cp:lastModifiedBy>Domenico Caramia</cp:lastModifiedBy>
  <cp:revision>24</cp:revision>
  <cp:lastPrinted>2018-06-13T11:25:00Z</cp:lastPrinted>
  <dcterms:created xsi:type="dcterms:W3CDTF">2018-06-13T05:31:00Z</dcterms:created>
  <dcterms:modified xsi:type="dcterms:W3CDTF">2019-12-28T16:15:00Z</dcterms:modified>
</cp:coreProperties>
</file>